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1C" w:rsidRPr="00A04085" w:rsidRDefault="003F611C" w:rsidP="002868D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казённое</w:t>
      </w:r>
      <w:r w:rsidRPr="00A04085">
        <w:rPr>
          <w:sz w:val="28"/>
          <w:szCs w:val="28"/>
        </w:rPr>
        <w:t xml:space="preserve"> общеобразовательное учреждение</w:t>
      </w:r>
    </w:p>
    <w:p w:rsidR="003F611C" w:rsidRDefault="003F611C" w:rsidP="002868DD">
      <w:pPr>
        <w:jc w:val="center"/>
        <w:rPr>
          <w:sz w:val="28"/>
          <w:szCs w:val="28"/>
        </w:rPr>
      </w:pPr>
      <w:r>
        <w:rPr>
          <w:sz w:val="28"/>
          <w:szCs w:val="28"/>
        </w:rPr>
        <w:t>«Нижне - Сыповская основная</w:t>
      </w:r>
      <w:r w:rsidRPr="00A04085">
        <w:rPr>
          <w:sz w:val="28"/>
          <w:szCs w:val="28"/>
        </w:rPr>
        <w:t xml:space="preserve"> общеобразовательная школа»</w:t>
      </w: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  <w:r w:rsidRPr="00A04085">
        <w:rPr>
          <w:sz w:val="28"/>
          <w:szCs w:val="28"/>
        </w:rPr>
        <w:t>РАБОЧАЯ ПРОГРАММА УЧЕБНОГО КУРСА</w:t>
      </w: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  <w:r w:rsidRPr="00A04085">
        <w:rPr>
          <w:sz w:val="28"/>
          <w:szCs w:val="28"/>
        </w:rPr>
        <w:t>«</w:t>
      </w:r>
      <w:r>
        <w:rPr>
          <w:sz w:val="28"/>
          <w:szCs w:val="28"/>
        </w:rPr>
        <w:t>ФИЗИЧЕСКАЯ КУЛЬТУРА</w:t>
      </w:r>
      <w:r w:rsidRPr="00A04085">
        <w:rPr>
          <w:sz w:val="28"/>
          <w:szCs w:val="28"/>
        </w:rPr>
        <w:t>»</w:t>
      </w: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Pr="00A04085" w:rsidRDefault="003F611C" w:rsidP="002868DD">
      <w:pPr>
        <w:jc w:val="center"/>
        <w:rPr>
          <w:sz w:val="28"/>
          <w:szCs w:val="28"/>
        </w:rPr>
      </w:pPr>
      <w:r w:rsidRPr="00A04085">
        <w:rPr>
          <w:sz w:val="28"/>
          <w:szCs w:val="28"/>
        </w:rPr>
        <w:t xml:space="preserve">для </w:t>
      </w:r>
      <w:r>
        <w:rPr>
          <w:sz w:val="28"/>
          <w:szCs w:val="28"/>
        </w:rPr>
        <w:t>3</w:t>
      </w:r>
      <w:r w:rsidRPr="00A04085">
        <w:rPr>
          <w:sz w:val="28"/>
          <w:szCs w:val="28"/>
        </w:rPr>
        <w:t>-го  класса</w:t>
      </w:r>
    </w:p>
    <w:p w:rsidR="003F611C" w:rsidRDefault="003F611C" w:rsidP="002868D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2016-2017</w:t>
      </w:r>
      <w:r w:rsidRPr="00A04085">
        <w:rPr>
          <w:sz w:val="28"/>
          <w:szCs w:val="28"/>
        </w:rPr>
        <w:t xml:space="preserve"> учебный год</w:t>
      </w: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Pr="00A04085" w:rsidRDefault="003F611C" w:rsidP="002868DD">
      <w:pPr>
        <w:jc w:val="center"/>
        <w:rPr>
          <w:sz w:val="28"/>
          <w:szCs w:val="28"/>
        </w:rPr>
      </w:pPr>
    </w:p>
    <w:p w:rsidR="003F611C" w:rsidRPr="00A04085" w:rsidRDefault="003F611C" w:rsidP="002868DD">
      <w:pPr>
        <w:jc w:val="right"/>
        <w:rPr>
          <w:sz w:val="28"/>
          <w:szCs w:val="28"/>
        </w:rPr>
      </w:pPr>
      <w:r w:rsidRPr="00A04085">
        <w:rPr>
          <w:sz w:val="28"/>
          <w:szCs w:val="28"/>
        </w:rPr>
        <w:t xml:space="preserve">            срок реализации: 1год</w:t>
      </w:r>
    </w:p>
    <w:p w:rsidR="003F611C" w:rsidRDefault="003F611C" w:rsidP="002868D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A04085">
        <w:rPr>
          <w:sz w:val="28"/>
          <w:szCs w:val="28"/>
        </w:rPr>
        <w:t xml:space="preserve">составитель: </w:t>
      </w:r>
      <w:r>
        <w:rPr>
          <w:sz w:val="28"/>
          <w:szCs w:val="28"/>
        </w:rPr>
        <w:t>Мухаметханова Р.М.</w:t>
      </w: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 w:rsidP="002868DD">
      <w:pPr>
        <w:jc w:val="center"/>
        <w:rPr>
          <w:sz w:val="28"/>
          <w:szCs w:val="28"/>
        </w:rPr>
      </w:pPr>
    </w:p>
    <w:p w:rsidR="003F611C" w:rsidRDefault="003F611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F611C" w:rsidRDefault="003F611C" w:rsidP="002868DD">
      <w:pPr>
        <w:jc w:val="center"/>
        <w:rPr>
          <w:b/>
        </w:rPr>
      </w:pPr>
      <w:r>
        <w:rPr>
          <w:b/>
        </w:rPr>
        <w:t>Пояснительная записка.</w:t>
      </w:r>
    </w:p>
    <w:p w:rsidR="003F611C" w:rsidRDefault="003F611C" w:rsidP="002868D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89"/>
        <w:gridCol w:w="10539"/>
      </w:tblGrid>
      <w:tr w:rsidR="003F611C" w:rsidRPr="002868DD" w:rsidTr="00E009CC">
        <w:trPr>
          <w:trHeight w:val="324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Адресат программы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Обучающиеся 3 класса </w:t>
            </w:r>
            <w:r>
              <w:rPr>
                <w:sz w:val="22"/>
                <w:szCs w:val="22"/>
              </w:rPr>
              <w:t xml:space="preserve"> МКОУ «Нижне – Сыповская  ООШ» Уинского района Пермского края</w:t>
            </w:r>
          </w:p>
        </w:tc>
      </w:tr>
      <w:tr w:rsidR="003F611C" w:rsidRPr="002868DD" w:rsidTr="00E009CC">
        <w:trPr>
          <w:trHeight w:val="324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Цели и задачи программы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009CC">
              <w:rPr>
                <w:b/>
                <w:iCs/>
                <w:sz w:val="22"/>
                <w:szCs w:val="22"/>
                <w:lang w:eastAsia="en-US"/>
              </w:rPr>
              <w:t>Целью</w:t>
            </w:r>
            <w:r w:rsidRPr="00E009CC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E009CC">
              <w:rPr>
                <w:sz w:val="22"/>
                <w:szCs w:val="22"/>
                <w:lang w:eastAsia="en-US"/>
              </w:rPr>
              <w:t>школьного физического воспитания является форми</w:t>
            </w:r>
            <w:r w:rsidRPr="00E009CC">
              <w:rPr>
                <w:sz w:val="22"/>
                <w:szCs w:val="22"/>
                <w:lang w:eastAsia="en-US"/>
              </w:rPr>
              <w:softHyphen/>
      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      </w:r>
          </w:p>
          <w:p w:rsidR="003F611C" w:rsidRPr="00E009CC" w:rsidRDefault="003F611C" w:rsidP="00E009C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Реализация цели учебной программы соотносится с реше</w:t>
            </w:r>
            <w:r w:rsidRPr="00E009CC">
              <w:rPr>
                <w:sz w:val="22"/>
                <w:szCs w:val="22"/>
                <w:lang w:eastAsia="en-US"/>
              </w:rPr>
              <w:softHyphen/>
              <w:t xml:space="preserve">нием следующих образовательных </w:t>
            </w:r>
            <w:r w:rsidRPr="00E009CC">
              <w:rPr>
                <w:b/>
                <w:iCs/>
                <w:sz w:val="22"/>
                <w:szCs w:val="22"/>
                <w:lang w:eastAsia="en-US"/>
              </w:rPr>
              <w:t>задач</w:t>
            </w:r>
            <w:r w:rsidRPr="00E009CC">
              <w:rPr>
                <w:b/>
                <w:i/>
                <w:iCs/>
                <w:sz w:val="22"/>
                <w:szCs w:val="22"/>
                <w:lang w:eastAsia="en-US"/>
              </w:rPr>
              <w:t>:</w:t>
            </w:r>
          </w:p>
          <w:p w:rsidR="003F611C" w:rsidRPr="00E009CC" w:rsidRDefault="003F611C" w:rsidP="00E009CC">
            <w:pPr>
              <w:shd w:val="clear" w:color="auto" w:fill="FFFFFF"/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• укрепление здоровья, улучшение осанки, профилактика плоскостопия, содействие гармоничному физическому, нрав</w:t>
            </w:r>
            <w:r w:rsidRPr="00E009CC">
              <w:rPr>
                <w:sz w:val="22"/>
                <w:szCs w:val="22"/>
                <w:lang w:eastAsia="en-US"/>
              </w:rPr>
              <w:softHyphen/>
              <w:t>ственному и социальному развитию, успешному обучению;</w:t>
            </w:r>
          </w:p>
          <w:p w:rsidR="003F611C" w:rsidRPr="00E009CC" w:rsidRDefault="003F611C" w:rsidP="00E009CC">
            <w:pPr>
              <w:shd w:val="clear" w:color="auto" w:fill="FFFFFF"/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• формирование первоначальных умений саморегуляции средствами физической культуры;</w:t>
            </w:r>
          </w:p>
          <w:p w:rsidR="003F611C" w:rsidRPr="00E009CC" w:rsidRDefault="003F611C" w:rsidP="00E009CC">
            <w:pPr>
              <w:shd w:val="clear" w:color="auto" w:fill="FFFFFF"/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• овладение школой движений;</w:t>
            </w:r>
          </w:p>
          <w:p w:rsidR="003F611C" w:rsidRPr="00E009CC" w:rsidRDefault="003F611C" w:rsidP="00E009CC">
            <w:pPr>
              <w:shd w:val="clear" w:color="auto" w:fill="FFFFFF"/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      </w:r>
            <w:r w:rsidRPr="00E009CC">
              <w:rPr>
                <w:sz w:val="22"/>
                <w:szCs w:val="22"/>
                <w:lang w:eastAsia="en-US"/>
              </w:rPr>
              <w:softHyphen/>
              <w:t>сти реагирования на сигналы, согласования движений, ориен</w:t>
            </w:r>
            <w:r w:rsidRPr="00E009CC">
              <w:rPr>
                <w:sz w:val="22"/>
                <w:szCs w:val="22"/>
                <w:lang w:eastAsia="en-US"/>
              </w:rPr>
              <w:softHyphen/>
              <w:t>тирования в пространстве) и кондиционных (скоростных, скоростно-силовых, выносливости и гибкости) способностей;</w:t>
            </w:r>
          </w:p>
          <w:p w:rsidR="003F611C" w:rsidRPr="00E009CC" w:rsidRDefault="003F611C" w:rsidP="00E009CC">
            <w:pPr>
              <w:shd w:val="clear" w:color="auto" w:fill="FFFFFF"/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      </w:r>
            <w:r w:rsidRPr="00E009CC">
              <w:rPr>
                <w:sz w:val="22"/>
                <w:szCs w:val="22"/>
                <w:lang w:eastAsia="en-US"/>
              </w:rPr>
              <w:softHyphen/>
              <w:t>национных и кондиционных) способностей;</w:t>
            </w:r>
          </w:p>
          <w:p w:rsidR="003F611C" w:rsidRPr="00E009CC" w:rsidRDefault="003F611C" w:rsidP="00E009CC">
            <w:pPr>
              <w:shd w:val="clear" w:color="auto" w:fill="FFFFFF"/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• выработка представлений об основных видах спорта, сна</w:t>
            </w:r>
            <w:r w:rsidRPr="00E009CC">
              <w:rPr>
                <w:sz w:val="22"/>
                <w:szCs w:val="22"/>
                <w:lang w:eastAsia="en-US"/>
              </w:rPr>
              <w:softHyphen/>
              <w:t>рядах и инвентаре, о соблюдении правил техники безопасности во время занятий;</w:t>
            </w:r>
          </w:p>
          <w:p w:rsidR="003F611C" w:rsidRPr="00E009CC" w:rsidRDefault="003F611C" w:rsidP="00E009CC">
            <w:pPr>
              <w:shd w:val="clear" w:color="auto" w:fill="FFFFFF"/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• формирование установки на сохранение и укрепление здо</w:t>
            </w:r>
            <w:r w:rsidRPr="00E009CC">
              <w:rPr>
                <w:sz w:val="22"/>
                <w:szCs w:val="22"/>
                <w:lang w:eastAsia="en-US"/>
              </w:rPr>
              <w:softHyphen/>
              <w:t>ровья, навыков здорового и безопасного образа жизни;</w:t>
            </w:r>
          </w:p>
          <w:p w:rsidR="003F611C" w:rsidRPr="00E009CC" w:rsidRDefault="003F611C" w:rsidP="00E009CC">
            <w:pPr>
              <w:shd w:val="clear" w:color="auto" w:fill="FFFFFF"/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• приобщение к самостоятельным занятиям физическими упражнениями, подвижными играми, использование их в сво</w:t>
            </w:r>
            <w:r w:rsidRPr="00E009CC">
              <w:rPr>
                <w:sz w:val="22"/>
                <w:szCs w:val="22"/>
                <w:lang w:eastAsia="en-US"/>
              </w:rPr>
              <w:softHyphen/>
              <w:t>бодное время на основе формирования интересов к определён</w:t>
            </w:r>
            <w:r w:rsidRPr="00E009CC">
              <w:rPr>
                <w:sz w:val="22"/>
                <w:szCs w:val="22"/>
                <w:lang w:eastAsia="en-US"/>
              </w:rPr>
              <w:softHyphen/>
              <w:t>ным видам двигательной активности и выявления предраспо</w:t>
            </w:r>
            <w:r w:rsidRPr="00E009CC">
              <w:rPr>
                <w:sz w:val="22"/>
                <w:szCs w:val="22"/>
                <w:lang w:eastAsia="en-US"/>
              </w:rPr>
              <w:softHyphen/>
              <w:t>ложенности к тем или иным видам спорта;</w:t>
            </w:r>
          </w:p>
          <w:p w:rsidR="003F611C" w:rsidRPr="00E009CC" w:rsidRDefault="003F611C" w:rsidP="00E009CC">
            <w:pPr>
              <w:shd w:val="clear" w:color="auto" w:fill="FFFFFF"/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      </w:r>
            <w:r w:rsidRPr="00E009CC">
              <w:rPr>
                <w:sz w:val="22"/>
                <w:szCs w:val="22"/>
                <w:lang w:eastAsia="en-US"/>
              </w:rPr>
              <w:softHyphen/>
              <w:t>витию психических процессов (представления, памяти, мыш</w:t>
            </w:r>
            <w:r w:rsidRPr="00E009CC">
              <w:rPr>
                <w:sz w:val="22"/>
                <w:szCs w:val="22"/>
                <w:lang w:eastAsia="en-US"/>
              </w:rPr>
              <w:softHyphen/>
              <w:t>ления и др.) в ходе двигательной деятельности.</w:t>
            </w:r>
          </w:p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F611C" w:rsidRPr="002868DD" w:rsidTr="00E009CC">
        <w:trPr>
          <w:trHeight w:val="993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Соответствие Государственному образовательному стандарту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Программа разработана на основе: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•</w:t>
            </w:r>
            <w:r w:rsidRPr="00E009CC">
              <w:rPr>
                <w:sz w:val="22"/>
                <w:szCs w:val="22"/>
              </w:rPr>
              <w:tab/>
              <w:t xml:space="preserve">Федерального государственного образовательного стандарта начального общего образования от 6 октября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E009CC">
                <w:rPr>
                  <w:sz w:val="22"/>
                  <w:szCs w:val="22"/>
                </w:rPr>
                <w:t>2009 г</w:t>
              </w:r>
            </w:smartTag>
            <w:r w:rsidRPr="00E009CC">
              <w:rPr>
                <w:sz w:val="22"/>
                <w:szCs w:val="22"/>
              </w:rPr>
              <w:t xml:space="preserve">. № 373, 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•</w:t>
            </w:r>
            <w:r w:rsidRPr="00E009CC">
              <w:rPr>
                <w:sz w:val="22"/>
                <w:szCs w:val="22"/>
              </w:rPr>
              <w:tab/>
              <w:t xml:space="preserve">Концепции духовно-нравственного развития и воспитания личности гражданина России, 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•</w:t>
            </w:r>
            <w:r w:rsidRPr="00E009CC">
              <w:rPr>
                <w:sz w:val="22"/>
                <w:szCs w:val="22"/>
              </w:rPr>
              <w:tab/>
              <w:t xml:space="preserve">Примерной основной образовательной программы начальной школы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E009CC">
                <w:rPr>
                  <w:sz w:val="22"/>
                  <w:szCs w:val="22"/>
                </w:rPr>
                <w:t>2012 г</w:t>
              </w:r>
            </w:smartTag>
            <w:r w:rsidRPr="00E009CC">
              <w:rPr>
                <w:sz w:val="22"/>
                <w:szCs w:val="22"/>
              </w:rPr>
              <w:t xml:space="preserve">., 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•</w:t>
            </w:r>
            <w:r w:rsidRPr="00E009CC">
              <w:rPr>
                <w:sz w:val="22"/>
                <w:szCs w:val="22"/>
              </w:rPr>
              <w:tab/>
              <w:t>Планируемых результатов начального общего образования 2012г,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•</w:t>
            </w:r>
            <w:r w:rsidRPr="00E009CC">
              <w:rPr>
                <w:sz w:val="22"/>
                <w:szCs w:val="22"/>
              </w:rPr>
              <w:tab/>
              <w:t>Учебного плана образовательного учреждения,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•</w:t>
            </w:r>
            <w:r w:rsidRPr="00E009CC">
              <w:rPr>
                <w:sz w:val="22"/>
                <w:szCs w:val="22"/>
              </w:rPr>
              <w:tab/>
      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</w:t>
            </w:r>
            <w:r>
              <w:rPr>
                <w:sz w:val="22"/>
                <w:szCs w:val="22"/>
              </w:rPr>
              <w:t>зовательных учреждениях, на 2016/2017</w:t>
            </w:r>
            <w:r w:rsidRPr="00E009CC">
              <w:rPr>
                <w:sz w:val="22"/>
                <w:szCs w:val="22"/>
              </w:rPr>
              <w:t xml:space="preserve"> учебный год.</w:t>
            </w:r>
          </w:p>
          <w:p w:rsidR="003F611C" w:rsidRPr="00E009CC" w:rsidRDefault="003F611C" w:rsidP="00E009C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Авторской программы по физическому воспитанию «Комплексная программа физического воспитания учащихся 1-11 классов» (авторы - В. И. Лях, А. А. Зданевич)</w:t>
            </w:r>
          </w:p>
          <w:p w:rsidR="003F611C" w:rsidRPr="00E009CC" w:rsidRDefault="003F611C" w:rsidP="00E009CC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3F611C" w:rsidRPr="002868DD" w:rsidTr="00E009CC">
        <w:trPr>
          <w:trHeight w:val="324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Место и роль учебного курса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</w:rPr>
              <w:t>Предмет «Физическая культура» способствует развитию личностных качеств учащихся, физическому воспитанию и оздоровлению.</w:t>
            </w:r>
          </w:p>
        </w:tc>
      </w:tr>
      <w:tr w:rsidR="003F611C" w:rsidRPr="002868DD" w:rsidTr="00E009CC">
        <w:trPr>
          <w:trHeight w:val="303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Специфика программы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426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009CC">
              <w:rPr>
                <w:color w:val="000000"/>
                <w:sz w:val="22"/>
                <w:szCs w:val="22"/>
                <w:lang w:eastAsia="en-US"/>
              </w:rPr>
              <w:t>В Рабочей программе освоение учебного материала из практических разделов функционально сочетается с освоением знаний и способов двигательной деятельности. Среди теоретических знаний, предлагаемых в программе, можно выделить вопросы по истории физической культуры и спорта, личной гигиене, основам организации и проведения самостоятельных занятий физическими упражнениями.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426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009CC">
              <w:rPr>
                <w:color w:val="000000"/>
                <w:sz w:val="22"/>
                <w:szCs w:val="22"/>
                <w:lang w:eastAsia="en-US"/>
              </w:rPr>
              <w:t>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«Подвижные и спортивные игры», «Лыжные гонки».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426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009CC">
              <w:rPr>
                <w:color w:val="000000"/>
                <w:sz w:val="22"/>
                <w:szCs w:val="22"/>
                <w:lang w:eastAsia="en-US"/>
              </w:rPr>
              <w:t>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подготовленность, оказывать доврачебную помощь при легких травмах. Овладение этими умениями соотносится в программе с освоением школьниками соответствующего содержания практических и теоретических разделов.</w:t>
            </w:r>
          </w:p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F611C" w:rsidRPr="002868DD" w:rsidTr="00E009CC">
        <w:trPr>
          <w:trHeight w:val="668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Основные содержательные линии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Базовая часть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Основы знаний о физической культуре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Подвижные игры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Гимнастика с элементами акробатики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Легкоатлетические упражнения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Кроссовая подготовка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Лыжная подготовка</w:t>
            </w:r>
          </w:p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Вариативная часть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Подвижные игры с элементами баскетбола</w:t>
            </w:r>
          </w:p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Подвижные игры с элементами волейбола</w:t>
            </w:r>
          </w:p>
        </w:tc>
      </w:tr>
      <w:tr w:rsidR="003F611C" w:rsidRPr="002868DD" w:rsidTr="00E009CC">
        <w:trPr>
          <w:trHeight w:val="303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Структура программы</w:t>
            </w:r>
          </w:p>
        </w:tc>
        <w:tc>
          <w:tcPr>
            <w:tcW w:w="10539" w:type="dxa"/>
          </w:tcPr>
          <w:p w:rsidR="003F611C" w:rsidRPr="00E009CC" w:rsidRDefault="003F611C" w:rsidP="00D41A8E">
            <w:pPr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1. Базовая часть:</w:t>
            </w:r>
          </w:p>
          <w:p w:rsidR="003F611C" w:rsidRPr="00E009CC" w:rsidRDefault="003F611C" w:rsidP="00D41A8E">
            <w:pPr>
              <w:rPr>
                <w:b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 </w:t>
            </w:r>
            <w:r w:rsidRPr="00E009CC">
              <w:rPr>
                <w:b/>
                <w:sz w:val="22"/>
                <w:szCs w:val="22"/>
              </w:rPr>
              <w:t>Основы знаний о физической культуре: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  - естественные основы: Основные формы движения, напряжение и расслабление мышц при выполнении упражнений. Выполнение основных движений с различной скоростью. Выявление работающих групп мышц. Изменение роста, веса и силы мышц.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- социально-психологические основы: Комплексы упражнений на развитие физических качеств и правила их выполнения. Обучение движениям. Эмоции и их регулирование в процессе занятий физическими упражнениями. Выполнение жизненно важных навыков различными способами и с изменением амплитуды. 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70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Контроль за правильностью выполнения физических упражнений и тестирования физических качеств.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spacing w:before="120" w:after="60"/>
              <w:rPr>
                <w:bCs/>
                <w:sz w:val="22"/>
                <w:szCs w:val="22"/>
              </w:rPr>
            </w:pPr>
            <w:r w:rsidRPr="00E009CC">
              <w:rPr>
                <w:bCs/>
                <w:sz w:val="22"/>
                <w:szCs w:val="22"/>
              </w:rPr>
              <w:t>Приемы закаливания. Способы саморегуляции и самоконтроля.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70"/>
              <w:rPr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 xml:space="preserve">Легкоатлетические упражнения: </w:t>
            </w:r>
            <w:r w:rsidRPr="00E009CC">
              <w:rPr>
                <w:sz w:val="22"/>
                <w:szCs w:val="22"/>
              </w:rPr>
              <w:t xml:space="preserve"> бег,  прыжки, метания, п о н я т и я: </w:t>
            </w:r>
            <w:r w:rsidRPr="00E009CC">
              <w:rPr>
                <w:i/>
                <w:iCs/>
                <w:sz w:val="22"/>
                <w:szCs w:val="22"/>
              </w:rPr>
              <w:t>эстафета, темп, длительность бега</w:t>
            </w:r>
            <w:r w:rsidRPr="00E009CC">
              <w:rPr>
                <w:sz w:val="22"/>
                <w:szCs w:val="22"/>
              </w:rPr>
              <w:t>; команды «Старт», «Финиш». Влияние бега на здоровье человека, элементарные сведения о правилах соревнований в прыжках, беге и метаниях. Техника безопасности  на уроках.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 xml:space="preserve">      Гимнастика с элементами акробатики</w:t>
            </w:r>
            <w:r w:rsidRPr="00E009CC">
              <w:rPr>
                <w:sz w:val="22"/>
                <w:szCs w:val="22"/>
              </w:rPr>
              <w:t>:  построения и перестроения,  общеразвивающие упражнения с предметами и без, упражнения в лазанье и равновесии, простейшие акробатические упражнения,  упражнения на гимнастических снарядах, названия снарядов и гимнастических элементов, правила безопасности во время занятий, признаки правильной ходьбы, бега, прыжков, осанки, значение напряжения и расслабления мышц.</w:t>
            </w:r>
          </w:p>
          <w:p w:rsidR="003F611C" w:rsidRPr="00E009CC" w:rsidRDefault="003F611C" w:rsidP="00D41A8E">
            <w:pPr>
              <w:rPr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 xml:space="preserve">Кроссовая подготовка: </w:t>
            </w:r>
            <w:r w:rsidRPr="00E009CC">
              <w:rPr>
                <w:sz w:val="22"/>
                <w:szCs w:val="22"/>
              </w:rPr>
              <w:t xml:space="preserve"> освоение техники бега в равномерном темпе,  чередование ходьбы с бегом, упражнения на развитие выносливости.</w:t>
            </w:r>
          </w:p>
          <w:p w:rsidR="003F611C" w:rsidRPr="00E009CC" w:rsidRDefault="003F611C" w:rsidP="00D41A8E">
            <w:pPr>
              <w:rPr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 xml:space="preserve">Лыжная подготовка: </w:t>
            </w:r>
            <w:r w:rsidRPr="00E009CC">
              <w:rPr>
                <w:sz w:val="22"/>
                <w:szCs w:val="22"/>
              </w:rPr>
              <w:t>В содержание учебного материала для учащихся 3 класса входят следующие способы передвижения на лыжах: скользящий шаг, попеременный двухшажный ход, одновременный бесшажный ход, спуск в основной стойке, подъём «лесенкой» прямо, поворот переступанием в движении.</w:t>
            </w:r>
          </w:p>
          <w:p w:rsidR="003F611C" w:rsidRPr="00E009CC" w:rsidRDefault="003F611C" w:rsidP="00D41A8E">
            <w:pPr>
              <w:rPr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 xml:space="preserve"> Подвижные игры</w:t>
            </w:r>
            <w:r w:rsidRPr="00E009CC">
              <w:rPr>
                <w:sz w:val="22"/>
                <w:szCs w:val="22"/>
              </w:rPr>
              <w:t xml:space="preserve">: освоение различных игр и их вариантов, названия и правила игр, инвентарь, оборудование, организация, правила проведения и безопасность. Система упражнений с мячом.                    </w:t>
            </w:r>
          </w:p>
          <w:p w:rsidR="003F611C" w:rsidRPr="00E009CC" w:rsidRDefault="003F611C" w:rsidP="00D41A8E">
            <w:pPr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2. Вариативная часть:</w:t>
            </w:r>
          </w:p>
          <w:p w:rsidR="003F611C" w:rsidRPr="00E009CC" w:rsidRDefault="003F611C" w:rsidP="00D41A8E">
            <w:pPr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 - подвижные игры с элементами баскетбола</w:t>
            </w:r>
          </w:p>
          <w:p w:rsidR="003F611C" w:rsidRPr="00E009CC" w:rsidRDefault="003F611C" w:rsidP="00D41A8E">
            <w:pPr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- подвижные игры с элементами волейбола</w:t>
            </w:r>
          </w:p>
          <w:p w:rsidR="003F611C" w:rsidRPr="00E009CC" w:rsidRDefault="003F611C" w:rsidP="00E009CC">
            <w:pPr>
              <w:shd w:val="clear" w:color="auto" w:fill="FFFFFF"/>
              <w:autoSpaceDE w:val="0"/>
              <w:autoSpaceDN w:val="0"/>
              <w:adjustRightInd w:val="0"/>
              <w:ind w:firstLine="567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F611C" w:rsidRPr="002868DD" w:rsidTr="00E009CC">
        <w:trPr>
          <w:trHeight w:val="668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Формы организации образовательного процесса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      Программа предусматривает проведение традиционных и контрольных уроков.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     Особое место в овладении данным курсом отводится работе по формированию самоконтроля.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    В ходе прохождения программы обучающиеся посещают урочные занятия.</w:t>
            </w:r>
          </w:p>
        </w:tc>
      </w:tr>
      <w:tr w:rsidR="003F611C" w:rsidRPr="002868DD" w:rsidTr="00E009CC">
        <w:trPr>
          <w:trHeight w:val="303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Виды и формы контроля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     Текущий контроль проводится в форме устного опроса, итоговый контроль в форме зачета по нормативам.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</w:p>
        </w:tc>
      </w:tr>
      <w:tr w:rsidR="003F611C" w:rsidRPr="002868DD" w:rsidTr="00E009CC">
        <w:trPr>
          <w:trHeight w:val="324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Планируемые результаты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b/>
                <w:bCs/>
                <w:sz w:val="22"/>
                <w:szCs w:val="22"/>
                <w:lang w:eastAsia="en-US"/>
              </w:rPr>
              <w:t xml:space="preserve">Универсальными компетенциями </w:t>
            </w:r>
            <w:r w:rsidRPr="00E009CC">
              <w:rPr>
                <w:sz w:val="22"/>
                <w:szCs w:val="22"/>
                <w:lang w:eastAsia="en-US"/>
              </w:rPr>
              <w:t>учащихся на этапе начального общего образования по физической культуре являются: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умения организовывать собственную деятельность, выбирать и использовать средства для достижения ее цели;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умения активно включаться в коллективную деятельность, взаимодействовать со сверстниками в достижении общих целей;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b/>
                <w:bCs/>
                <w:sz w:val="22"/>
                <w:szCs w:val="22"/>
                <w:lang w:eastAsia="en-US"/>
              </w:rPr>
              <w:t xml:space="preserve">Личностными результатами </w:t>
            </w:r>
            <w:r w:rsidRPr="00E009CC">
              <w:rPr>
                <w:sz w:val="22"/>
                <w:szCs w:val="22"/>
                <w:lang w:eastAsia="en-US"/>
              </w:rPr>
              <w:t>освоения учащимися содержания программы по физической культуре являются следующие умения: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проявлять дисциплинированность, трудолюбие и упорство в достижении поставленных целей;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оказывать бескорыстную помощь своим сверстникам, находить с ними общий язык и общие интересы.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b/>
                <w:bCs/>
                <w:sz w:val="22"/>
                <w:szCs w:val="22"/>
                <w:lang w:eastAsia="en-US"/>
              </w:rPr>
              <w:t xml:space="preserve">Метапредметными результатами </w:t>
            </w:r>
            <w:r w:rsidRPr="00E009CC">
              <w:rPr>
                <w:sz w:val="22"/>
                <w:szCs w:val="22"/>
                <w:lang w:eastAsia="en-US"/>
              </w:rPr>
              <w:t>освоения учащимися содержания программы по физической культуре являются следующие умения: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характеризовать явления (действия и поступки), давать им объективную оценку на основе освоенных знаний и имеющегося опыта;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находить ошибки при выполнении учебных заданий, отбирать способы их исправления;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общаться и взаимодействовать со сверстниками на принципах взаимоуважения и взаимопомощи, дружбы и толерантности;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обеспечивать защиту и сохранность природы во время активного отдыха и занятий физической культурой;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планировать собственную деятельность, распределять нагрузку и отдых в процессе ее выполнения;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анализировать и объективно оценивать результаты собственного труда, находить возможности и способы их улучшения;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видеть красоту движений, выделять и обосновывать эстетические признаки в движениях и передвижениях человека;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оценивать красоту телосложения и осанки, сравнивать их с эталонными образцами;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b/>
                <w:bCs/>
                <w:sz w:val="22"/>
                <w:szCs w:val="22"/>
                <w:lang w:eastAsia="en-US"/>
              </w:rPr>
              <w:t xml:space="preserve">Предметными результатами </w:t>
            </w:r>
            <w:r w:rsidRPr="00E009CC">
              <w:rPr>
                <w:sz w:val="22"/>
                <w:szCs w:val="22"/>
                <w:lang w:eastAsia="en-US"/>
              </w:rPr>
              <w:t>освоения учащимися содержания программы по физической культуре являются следующие умения: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излагать факты истории развития физической культуры,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характеризовать ее роль и значение в жизнедеятельности человека, связь с трудовой и военной деятельностью;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измерять (познавать) индивидуальные показатели физического развития (длину и массу тела), развития основных физических качеств;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бережно обращаться с инвентарем и оборудованием, соблюдать требования техники безопасности к местам проведения;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взаимодействовать со сверстниками по правилам проведения подвижных игр и соревнований;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подавать строевые команды, вести подсчет при выполнении общеразвивающих упражнений;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выполнять акробатические и гимнастические комбинации на высоком техничном уровне, характеризовать признаки техничного исполнения;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выполнять технические действия из базовых видов спорта, применять их в игровой и соревновательной деятельности;</w:t>
            </w:r>
          </w:p>
          <w:p w:rsidR="003F611C" w:rsidRPr="00E009CC" w:rsidRDefault="003F611C" w:rsidP="00E009C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— выполнять жизненно важные двигательные навыки и умения различными способами, в различных изменяющихся, вариативных условиях.</w:t>
            </w:r>
          </w:p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F611C" w:rsidRPr="002868DD" w:rsidTr="00E009CC">
        <w:trPr>
          <w:trHeight w:val="324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Используемый УМК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 xml:space="preserve">УМК «Школа России» Учебник Физическая культура. 1- 4 класс. </w:t>
            </w:r>
            <w:r w:rsidRPr="00E009CC">
              <w:rPr>
                <w:sz w:val="22"/>
                <w:szCs w:val="22"/>
              </w:rPr>
              <w:t xml:space="preserve"> В. И. Лях, А. А. Зданевич. – М.: Просвещение, 2013.</w:t>
            </w:r>
          </w:p>
        </w:tc>
      </w:tr>
      <w:tr w:rsidR="003F611C" w:rsidRPr="002868DD" w:rsidTr="00E009CC">
        <w:trPr>
          <w:trHeight w:val="344"/>
        </w:trPr>
        <w:tc>
          <w:tcPr>
            <w:tcW w:w="3589" w:type="dxa"/>
          </w:tcPr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E009CC">
              <w:rPr>
                <w:b/>
                <w:sz w:val="22"/>
                <w:szCs w:val="22"/>
                <w:lang w:eastAsia="en-US"/>
              </w:rPr>
              <w:t>Объем и сроки изучения</w:t>
            </w:r>
          </w:p>
        </w:tc>
        <w:tc>
          <w:tcPr>
            <w:tcW w:w="10539" w:type="dxa"/>
          </w:tcPr>
          <w:p w:rsidR="003F611C" w:rsidRPr="00E009CC" w:rsidRDefault="003F611C" w:rsidP="00E009CC">
            <w:pPr>
              <w:jc w:val="both"/>
              <w:rPr>
                <w:b/>
                <w:color w:val="FF0000"/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 xml:space="preserve">На изучение курса отводится 3 часа в неделю, всего - 103 часа. 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Количество часов: </w:t>
            </w:r>
            <w:r w:rsidRPr="00E009CC">
              <w:rPr>
                <w:b/>
                <w:sz w:val="22"/>
                <w:szCs w:val="22"/>
              </w:rPr>
              <w:t>в  I четверти – 26 ч</w:t>
            </w:r>
            <w:r w:rsidRPr="00E009CC">
              <w:rPr>
                <w:sz w:val="22"/>
                <w:szCs w:val="22"/>
              </w:rPr>
              <w:t xml:space="preserve">. </w:t>
            </w:r>
          </w:p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 xml:space="preserve">                                 </w:t>
            </w:r>
            <w:r w:rsidRPr="00E009CC">
              <w:rPr>
                <w:b/>
                <w:sz w:val="22"/>
                <w:szCs w:val="22"/>
              </w:rPr>
              <w:t xml:space="preserve">во  II четверти – 22 ч. </w:t>
            </w:r>
          </w:p>
          <w:p w:rsidR="003F611C" w:rsidRPr="00E009CC" w:rsidRDefault="003F611C" w:rsidP="00E009CC">
            <w:pPr>
              <w:jc w:val="both"/>
              <w:rPr>
                <w:b/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 xml:space="preserve">                                 в  III  четверти – 28 ч.</w:t>
            </w:r>
          </w:p>
          <w:p w:rsidR="003F611C" w:rsidRPr="00E009CC" w:rsidRDefault="003F611C" w:rsidP="00E009CC">
            <w:pPr>
              <w:jc w:val="both"/>
              <w:rPr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 xml:space="preserve">                                 в IV  четверти – 27 ч.</w:t>
            </w:r>
          </w:p>
        </w:tc>
      </w:tr>
    </w:tbl>
    <w:p w:rsidR="003F611C" w:rsidRPr="00224459" w:rsidRDefault="003F611C" w:rsidP="005F7020">
      <w:pPr>
        <w:spacing w:after="200" w:line="276" w:lineRule="auto"/>
        <w:jc w:val="center"/>
        <w:rPr>
          <w:b/>
        </w:rPr>
      </w:pPr>
      <w:r>
        <w:br w:type="page"/>
      </w:r>
      <w:r w:rsidRPr="00224459">
        <w:rPr>
          <w:b/>
        </w:rPr>
        <w:t>Учебно-тематический план.</w:t>
      </w:r>
    </w:p>
    <w:p w:rsidR="003F611C" w:rsidRPr="00D41A8E" w:rsidRDefault="003F611C" w:rsidP="000876F8">
      <w:pPr>
        <w:shd w:val="clear" w:color="auto" w:fill="FFFFFF"/>
        <w:ind w:right="50" w:firstLine="367"/>
        <w:jc w:val="center"/>
        <w:rPr>
          <w:b/>
        </w:rPr>
      </w:pPr>
      <w:r w:rsidRPr="00224459">
        <w:rPr>
          <w:b/>
        </w:rPr>
        <w:t xml:space="preserve">Физическая </w:t>
      </w:r>
      <w:r w:rsidRPr="00D41A8E">
        <w:rPr>
          <w:b/>
        </w:rPr>
        <w:t xml:space="preserve">культура (103 ч.) </w:t>
      </w:r>
    </w:p>
    <w:p w:rsidR="003F611C" w:rsidRPr="000876F8" w:rsidRDefault="003F611C" w:rsidP="000876F8">
      <w:pPr>
        <w:shd w:val="clear" w:color="auto" w:fill="FFFFFF"/>
        <w:ind w:right="50" w:firstLine="367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4"/>
        <w:gridCol w:w="4324"/>
        <w:gridCol w:w="2418"/>
        <w:gridCol w:w="1630"/>
        <w:gridCol w:w="1630"/>
        <w:gridCol w:w="1630"/>
        <w:gridCol w:w="1630"/>
      </w:tblGrid>
      <w:tr w:rsidR="003F611C" w:rsidRPr="00224459" w:rsidTr="00E009CC">
        <w:tc>
          <w:tcPr>
            <w:tcW w:w="1524" w:type="dxa"/>
          </w:tcPr>
          <w:p w:rsidR="003F611C" w:rsidRPr="00E009CC" w:rsidRDefault="003F611C" w:rsidP="00E009CC">
            <w:pPr>
              <w:jc w:val="center"/>
              <w:rPr>
                <w:b/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324" w:type="dxa"/>
          </w:tcPr>
          <w:p w:rsidR="003F611C" w:rsidRPr="00E009CC" w:rsidRDefault="003F611C" w:rsidP="00E009CC">
            <w:pPr>
              <w:jc w:val="center"/>
              <w:rPr>
                <w:b/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>Название раздела</w:t>
            </w:r>
          </w:p>
        </w:tc>
        <w:tc>
          <w:tcPr>
            <w:tcW w:w="2418" w:type="dxa"/>
          </w:tcPr>
          <w:p w:rsidR="003F611C" w:rsidRPr="00E009CC" w:rsidRDefault="003F611C" w:rsidP="00E009CC">
            <w:pPr>
              <w:jc w:val="center"/>
              <w:rPr>
                <w:b/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b/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>1 четверть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b/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>2 четверть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b/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>3 четверть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b/>
                <w:sz w:val="22"/>
                <w:szCs w:val="22"/>
              </w:rPr>
            </w:pPr>
            <w:r w:rsidRPr="00E009CC">
              <w:rPr>
                <w:b/>
                <w:sz w:val="22"/>
                <w:szCs w:val="22"/>
              </w:rPr>
              <w:t>4 четверть</w:t>
            </w:r>
          </w:p>
        </w:tc>
      </w:tr>
      <w:tr w:rsidR="003F611C" w:rsidTr="00E009CC">
        <w:tc>
          <w:tcPr>
            <w:tcW w:w="1524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1</w:t>
            </w:r>
          </w:p>
        </w:tc>
        <w:tc>
          <w:tcPr>
            <w:tcW w:w="4324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Основы знаний о физической культуре.</w:t>
            </w:r>
          </w:p>
        </w:tc>
        <w:tc>
          <w:tcPr>
            <w:tcW w:w="2418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В процессе урока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</w:p>
        </w:tc>
      </w:tr>
      <w:tr w:rsidR="003F611C" w:rsidTr="00E009CC">
        <w:tc>
          <w:tcPr>
            <w:tcW w:w="1524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2</w:t>
            </w:r>
          </w:p>
        </w:tc>
        <w:tc>
          <w:tcPr>
            <w:tcW w:w="4324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Подвижные игры</w:t>
            </w:r>
          </w:p>
        </w:tc>
        <w:tc>
          <w:tcPr>
            <w:tcW w:w="2418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17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9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8</w:t>
            </w:r>
          </w:p>
        </w:tc>
      </w:tr>
      <w:tr w:rsidR="003F611C" w:rsidTr="00E009CC">
        <w:tc>
          <w:tcPr>
            <w:tcW w:w="1524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3</w:t>
            </w:r>
          </w:p>
        </w:tc>
        <w:tc>
          <w:tcPr>
            <w:tcW w:w="4324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Гимнастика с элементами акробатики</w:t>
            </w:r>
          </w:p>
        </w:tc>
        <w:tc>
          <w:tcPr>
            <w:tcW w:w="2418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18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8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10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F611C" w:rsidTr="00E009CC">
        <w:tc>
          <w:tcPr>
            <w:tcW w:w="1524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4</w:t>
            </w:r>
          </w:p>
        </w:tc>
        <w:tc>
          <w:tcPr>
            <w:tcW w:w="4324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Легкоатлетические упражнения</w:t>
            </w:r>
          </w:p>
        </w:tc>
        <w:tc>
          <w:tcPr>
            <w:tcW w:w="2418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21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12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9</w:t>
            </w:r>
          </w:p>
        </w:tc>
      </w:tr>
      <w:tr w:rsidR="003F611C" w:rsidTr="00E009CC">
        <w:tc>
          <w:tcPr>
            <w:tcW w:w="1524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5</w:t>
            </w:r>
          </w:p>
        </w:tc>
        <w:tc>
          <w:tcPr>
            <w:tcW w:w="4324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Кроссовая подготовка</w:t>
            </w:r>
          </w:p>
        </w:tc>
        <w:tc>
          <w:tcPr>
            <w:tcW w:w="2418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13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7</w:t>
            </w:r>
          </w:p>
        </w:tc>
      </w:tr>
      <w:tr w:rsidR="003F611C" w:rsidTr="00E009CC">
        <w:tc>
          <w:tcPr>
            <w:tcW w:w="1524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6</w:t>
            </w:r>
          </w:p>
        </w:tc>
        <w:tc>
          <w:tcPr>
            <w:tcW w:w="4324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Лыжная подготовка</w:t>
            </w:r>
          </w:p>
        </w:tc>
        <w:tc>
          <w:tcPr>
            <w:tcW w:w="2418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20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20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F611C" w:rsidTr="00E009CC">
        <w:tc>
          <w:tcPr>
            <w:tcW w:w="1524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7</w:t>
            </w:r>
          </w:p>
        </w:tc>
        <w:tc>
          <w:tcPr>
            <w:tcW w:w="4324" w:type="dxa"/>
          </w:tcPr>
          <w:p w:rsidR="003F611C" w:rsidRPr="00E009CC" w:rsidRDefault="003F611C" w:rsidP="00E009CC">
            <w:pPr>
              <w:jc w:val="both"/>
              <w:rPr>
                <w:sz w:val="22"/>
                <w:szCs w:val="22"/>
                <w:lang w:eastAsia="en-US"/>
              </w:rPr>
            </w:pPr>
            <w:r w:rsidRPr="00E009CC">
              <w:rPr>
                <w:sz w:val="22"/>
                <w:szCs w:val="22"/>
                <w:lang w:eastAsia="en-US"/>
              </w:rPr>
              <w:t>Подвижные игры с элементами баскетбола.</w:t>
            </w:r>
          </w:p>
        </w:tc>
        <w:tc>
          <w:tcPr>
            <w:tcW w:w="2418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13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3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8</w:t>
            </w:r>
          </w:p>
        </w:tc>
        <w:tc>
          <w:tcPr>
            <w:tcW w:w="1630" w:type="dxa"/>
          </w:tcPr>
          <w:p w:rsidR="003F611C" w:rsidRPr="00E009CC" w:rsidRDefault="003F611C" w:rsidP="00E009CC">
            <w:pPr>
              <w:jc w:val="center"/>
              <w:rPr>
                <w:color w:val="FF0000"/>
                <w:sz w:val="22"/>
                <w:szCs w:val="22"/>
              </w:rPr>
            </w:pPr>
            <w:r w:rsidRPr="00E009CC">
              <w:rPr>
                <w:sz w:val="22"/>
                <w:szCs w:val="22"/>
              </w:rPr>
              <w:t>2</w:t>
            </w:r>
          </w:p>
        </w:tc>
      </w:tr>
    </w:tbl>
    <w:p w:rsidR="003F611C" w:rsidRPr="00224459" w:rsidRDefault="003F611C" w:rsidP="00B83A1F"/>
    <w:p w:rsidR="003F611C" w:rsidRPr="00224459" w:rsidRDefault="003F611C" w:rsidP="00B83A1F"/>
    <w:p w:rsidR="003F611C" w:rsidRPr="00224459" w:rsidRDefault="003F611C" w:rsidP="00B83A1F">
      <w:pPr>
        <w:tabs>
          <w:tab w:val="left" w:pos="5912"/>
        </w:tabs>
      </w:pPr>
      <w:r w:rsidRPr="00224459">
        <w:tab/>
      </w:r>
    </w:p>
    <w:p w:rsidR="003F611C" w:rsidRPr="00F27CEF" w:rsidRDefault="003F611C" w:rsidP="00F27CEF">
      <w:pPr>
        <w:jc w:val="center"/>
        <w:rPr>
          <w:b/>
          <w:sz w:val="22"/>
          <w:szCs w:val="22"/>
          <w:lang w:eastAsia="en-US"/>
        </w:rPr>
      </w:pPr>
      <w:r>
        <w:br w:type="page"/>
      </w:r>
      <w:r w:rsidRPr="00F27CEF">
        <w:rPr>
          <w:b/>
          <w:sz w:val="22"/>
          <w:szCs w:val="22"/>
          <w:lang w:eastAsia="en-US"/>
        </w:rPr>
        <w:t>Уровень физической подготовленности учащихся 7- 10 лет.</w:t>
      </w:r>
    </w:p>
    <w:tbl>
      <w:tblPr>
        <w:tblW w:w="151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1701"/>
        <w:gridCol w:w="2126"/>
        <w:gridCol w:w="1291"/>
        <w:gridCol w:w="1544"/>
        <w:gridCol w:w="1559"/>
        <w:gridCol w:w="1418"/>
        <w:gridCol w:w="1559"/>
        <w:gridCol w:w="1559"/>
        <w:gridCol w:w="1843"/>
      </w:tblGrid>
      <w:tr w:rsidR="003F611C" w:rsidRPr="00F27CEF" w:rsidTr="00820CBF">
        <w:trPr>
          <w:trHeight w:val="180"/>
          <w:jc w:val="center"/>
        </w:trPr>
        <w:tc>
          <w:tcPr>
            <w:tcW w:w="568" w:type="dxa"/>
            <w:vMerge w:val="restart"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№</w:t>
            </w:r>
          </w:p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Физические способности</w:t>
            </w:r>
          </w:p>
        </w:tc>
        <w:tc>
          <w:tcPr>
            <w:tcW w:w="2126" w:type="dxa"/>
            <w:vMerge w:val="restart"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Контрольное</w:t>
            </w:r>
          </w:p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Упражнение</w:t>
            </w:r>
          </w:p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(тест)</w:t>
            </w:r>
          </w:p>
        </w:tc>
        <w:tc>
          <w:tcPr>
            <w:tcW w:w="1291" w:type="dxa"/>
            <w:vMerge w:val="restart"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Возраст,</w:t>
            </w:r>
          </w:p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9482" w:type="dxa"/>
            <w:gridSpan w:val="6"/>
            <w:tcBorders>
              <w:bottom w:val="single" w:sz="4" w:space="0" w:color="auto"/>
            </w:tcBorders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Уровень</w:t>
            </w:r>
          </w:p>
        </w:tc>
      </w:tr>
      <w:tr w:rsidR="003F611C" w:rsidRPr="00F27CEF" w:rsidTr="00820CBF">
        <w:trPr>
          <w:trHeight w:val="210"/>
          <w:jc w:val="center"/>
        </w:trPr>
        <w:tc>
          <w:tcPr>
            <w:tcW w:w="568" w:type="dxa"/>
            <w:vMerge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701" w:type="dxa"/>
            <w:vMerge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291" w:type="dxa"/>
            <w:vMerge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45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Мальчики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Девочки</w:t>
            </w:r>
          </w:p>
        </w:tc>
      </w:tr>
      <w:tr w:rsidR="003F611C" w:rsidRPr="00F27CEF" w:rsidTr="00820CBF">
        <w:trPr>
          <w:trHeight w:val="315"/>
          <w:jc w:val="center"/>
        </w:trPr>
        <w:tc>
          <w:tcPr>
            <w:tcW w:w="568" w:type="dxa"/>
            <w:vMerge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701" w:type="dxa"/>
            <w:vMerge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291" w:type="dxa"/>
            <w:vMerge/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средний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Высокий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средний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611C" w:rsidRPr="00F27CEF" w:rsidRDefault="003F611C" w:rsidP="00F27CEF">
            <w:pPr>
              <w:jc w:val="center"/>
              <w:rPr>
                <w:b/>
                <w:i/>
                <w:lang w:eastAsia="en-US"/>
              </w:rPr>
            </w:pPr>
            <w:r w:rsidRPr="00F27CEF">
              <w:rPr>
                <w:b/>
                <w:i/>
                <w:sz w:val="22"/>
                <w:szCs w:val="22"/>
                <w:lang w:eastAsia="en-US"/>
              </w:rPr>
              <w:t>Высокий</w:t>
            </w:r>
          </w:p>
        </w:tc>
      </w:tr>
      <w:tr w:rsidR="003F611C" w:rsidRPr="00F27CEF" w:rsidTr="00820CBF">
        <w:trPr>
          <w:jc w:val="center"/>
        </w:trPr>
        <w:tc>
          <w:tcPr>
            <w:tcW w:w="568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Скоростные</w:t>
            </w:r>
          </w:p>
        </w:tc>
        <w:tc>
          <w:tcPr>
            <w:tcW w:w="2126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Бег 30 м, с</w:t>
            </w:r>
          </w:p>
        </w:tc>
        <w:tc>
          <w:tcPr>
            <w:tcW w:w="1291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4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 xml:space="preserve">7,5 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7,1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6,8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6,6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7,3-6,2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7,0-6,0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6,7-5,7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6,5-5,6</w:t>
            </w:r>
          </w:p>
        </w:tc>
        <w:tc>
          <w:tcPr>
            <w:tcW w:w="1418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5,6 и менее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5,4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5,1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7,6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7,3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7,0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6,6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7,5-6,4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7,2-6,2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6,9-6,0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6,5-5,6</w:t>
            </w:r>
          </w:p>
        </w:tc>
        <w:tc>
          <w:tcPr>
            <w:tcW w:w="1843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5,8и менее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5,6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5,3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5,2</w:t>
            </w:r>
          </w:p>
        </w:tc>
      </w:tr>
      <w:tr w:rsidR="003F611C" w:rsidRPr="00F27CEF" w:rsidTr="00820CBF">
        <w:trPr>
          <w:trHeight w:val="946"/>
          <w:jc w:val="center"/>
        </w:trPr>
        <w:tc>
          <w:tcPr>
            <w:tcW w:w="568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Координационные</w:t>
            </w:r>
          </w:p>
        </w:tc>
        <w:tc>
          <w:tcPr>
            <w:tcW w:w="2126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Челночный бег 3Ч10 м, с</w:t>
            </w:r>
          </w:p>
        </w:tc>
        <w:tc>
          <w:tcPr>
            <w:tcW w:w="1291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4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11,2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10,4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10,2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9,9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10,8-10,3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10,0-9,5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9,9-9,3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9,5-9,0</w:t>
            </w:r>
          </w:p>
        </w:tc>
        <w:tc>
          <w:tcPr>
            <w:tcW w:w="1418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 xml:space="preserve">9,9 и 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9,1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8,8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8,6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 xml:space="preserve">11,7 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11,2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10,8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10,4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11,3-10,6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10,7-10,1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10,3-9,7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10,0-9,5</w:t>
            </w:r>
          </w:p>
        </w:tc>
        <w:tc>
          <w:tcPr>
            <w:tcW w:w="1843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10,2и менее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9,7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9,3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9,1</w:t>
            </w:r>
          </w:p>
        </w:tc>
      </w:tr>
      <w:tr w:rsidR="003F611C" w:rsidRPr="00F27CEF" w:rsidTr="00820CBF">
        <w:trPr>
          <w:jc w:val="center"/>
        </w:trPr>
        <w:tc>
          <w:tcPr>
            <w:tcW w:w="568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Скоростно-силовые</w:t>
            </w:r>
          </w:p>
        </w:tc>
        <w:tc>
          <w:tcPr>
            <w:tcW w:w="2126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Прыжок в длину с места, см</w:t>
            </w:r>
          </w:p>
        </w:tc>
        <w:tc>
          <w:tcPr>
            <w:tcW w:w="1291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4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100и менее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110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120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115-135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125-145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130-150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140-160</w:t>
            </w:r>
          </w:p>
        </w:tc>
        <w:tc>
          <w:tcPr>
            <w:tcW w:w="1418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155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165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175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90и менее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110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110-130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125-140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135-150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140-155</w:t>
            </w:r>
          </w:p>
        </w:tc>
        <w:tc>
          <w:tcPr>
            <w:tcW w:w="1843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150 и более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155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160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170</w:t>
            </w:r>
          </w:p>
        </w:tc>
      </w:tr>
      <w:tr w:rsidR="003F611C" w:rsidRPr="00F27CEF" w:rsidTr="00820CBF">
        <w:trPr>
          <w:jc w:val="center"/>
        </w:trPr>
        <w:tc>
          <w:tcPr>
            <w:tcW w:w="568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Выносливость</w:t>
            </w:r>
          </w:p>
        </w:tc>
        <w:tc>
          <w:tcPr>
            <w:tcW w:w="2126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6- минутный бег, м</w:t>
            </w:r>
          </w:p>
        </w:tc>
        <w:tc>
          <w:tcPr>
            <w:tcW w:w="1291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4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700и менее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750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800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730-900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800-950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850-1000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900-1050</w:t>
            </w:r>
          </w:p>
        </w:tc>
        <w:tc>
          <w:tcPr>
            <w:tcW w:w="1418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1100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1150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1200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1250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500именее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550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600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650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600-800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650-850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700-900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750-950</w:t>
            </w:r>
          </w:p>
        </w:tc>
        <w:tc>
          <w:tcPr>
            <w:tcW w:w="1843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900 и более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950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1000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1050</w:t>
            </w:r>
          </w:p>
        </w:tc>
      </w:tr>
      <w:tr w:rsidR="003F611C" w:rsidRPr="00F27CEF" w:rsidTr="00820CBF">
        <w:trPr>
          <w:trHeight w:val="597"/>
          <w:jc w:val="center"/>
        </w:trPr>
        <w:tc>
          <w:tcPr>
            <w:tcW w:w="568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</w:p>
        </w:tc>
        <w:tc>
          <w:tcPr>
            <w:tcW w:w="1701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Гибкость</w:t>
            </w:r>
          </w:p>
        </w:tc>
        <w:tc>
          <w:tcPr>
            <w:tcW w:w="2126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Наклон, вперед сидя, см</w:t>
            </w:r>
          </w:p>
        </w:tc>
        <w:tc>
          <w:tcPr>
            <w:tcW w:w="1291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4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1и менее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3-5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3-5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3-5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4-6</w:t>
            </w:r>
          </w:p>
        </w:tc>
        <w:tc>
          <w:tcPr>
            <w:tcW w:w="1418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9и более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7,5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7,5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8,5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2и менее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2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2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6-9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6-9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6-9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7-10</w:t>
            </w:r>
          </w:p>
        </w:tc>
        <w:tc>
          <w:tcPr>
            <w:tcW w:w="1843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11,5и более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12,5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13,0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 xml:space="preserve">14,0 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</w:p>
        </w:tc>
      </w:tr>
      <w:tr w:rsidR="003F611C" w:rsidRPr="00F27CEF" w:rsidTr="00820CBF">
        <w:trPr>
          <w:jc w:val="center"/>
        </w:trPr>
        <w:tc>
          <w:tcPr>
            <w:tcW w:w="568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Силовые</w:t>
            </w:r>
          </w:p>
        </w:tc>
        <w:tc>
          <w:tcPr>
            <w:tcW w:w="2126" w:type="dxa"/>
          </w:tcPr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Подтягивание: на высокой перекладине из виса, кол- во раз (мальчики)</w:t>
            </w:r>
          </w:p>
          <w:p w:rsidR="003F611C" w:rsidRPr="00F27CEF" w:rsidRDefault="003F611C" w:rsidP="00F27CEF">
            <w:pPr>
              <w:jc w:val="center"/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Сгибание и разгибание рук из положения в упоре, лежа (девочки)</w:t>
            </w:r>
          </w:p>
        </w:tc>
        <w:tc>
          <w:tcPr>
            <w:tcW w:w="1291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9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4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2-3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2-3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3-4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3-4</w:t>
            </w:r>
          </w:p>
        </w:tc>
        <w:tc>
          <w:tcPr>
            <w:tcW w:w="1418" w:type="dxa"/>
          </w:tcPr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4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4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2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3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3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</w:tcPr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4-8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6-10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7-10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8-13</w:t>
            </w:r>
          </w:p>
        </w:tc>
        <w:tc>
          <w:tcPr>
            <w:tcW w:w="1843" w:type="dxa"/>
          </w:tcPr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12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14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16</w:t>
            </w:r>
          </w:p>
          <w:p w:rsidR="003F611C" w:rsidRPr="00F27CEF" w:rsidRDefault="003F611C" w:rsidP="00F27CEF">
            <w:pPr>
              <w:rPr>
                <w:lang w:eastAsia="en-US"/>
              </w:rPr>
            </w:pPr>
            <w:r w:rsidRPr="00F27CEF">
              <w:rPr>
                <w:sz w:val="22"/>
                <w:szCs w:val="22"/>
                <w:lang w:eastAsia="en-US"/>
              </w:rPr>
              <w:t>18</w:t>
            </w:r>
          </w:p>
        </w:tc>
      </w:tr>
    </w:tbl>
    <w:p w:rsidR="003F611C" w:rsidRPr="00F27CEF" w:rsidRDefault="003F611C" w:rsidP="00F27CEF">
      <w:pPr>
        <w:tabs>
          <w:tab w:val="left" w:pos="16160"/>
        </w:tabs>
        <w:spacing w:after="200" w:line="276" w:lineRule="auto"/>
        <w:ind w:left="142" w:firstLine="425"/>
        <w:rPr>
          <w:lang w:eastAsia="en-US"/>
        </w:rPr>
      </w:pPr>
    </w:p>
    <w:p w:rsidR="003F611C" w:rsidRPr="00F27CEF" w:rsidRDefault="003F611C" w:rsidP="00F27CEF">
      <w:pPr>
        <w:jc w:val="center"/>
        <w:rPr>
          <w:b/>
        </w:rPr>
      </w:pPr>
      <w:r w:rsidRPr="00F27CEF">
        <w:rPr>
          <w:b/>
        </w:rPr>
        <w:t>ПРОВЕДЕНИЕ ЗАЧЕТНО-ТЕСТОВЫХ УРОКОВ</w:t>
      </w:r>
    </w:p>
    <w:p w:rsidR="003F611C" w:rsidRPr="00F27CEF" w:rsidRDefault="003F611C" w:rsidP="00F27CEF">
      <w:pPr>
        <w:jc w:val="center"/>
        <w:rPr>
          <w:b/>
        </w:rPr>
      </w:pPr>
    </w:p>
    <w:p w:rsidR="003F611C" w:rsidRPr="00F27CEF" w:rsidRDefault="003F611C" w:rsidP="00F27CEF">
      <w:pPr>
        <w:rPr>
          <w:b/>
        </w:rPr>
      </w:pPr>
      <w:r w:rsidRPr="00F27CEF">
        <w:t>КОНТРОЛЬНЫЕ НОРМАТИВЫ: проверка нормативов проводится в течении учебного года с целью контроля уровня физической подготовленности учащихся на разных этапах обучения.</w:t>
      </w:r>
    </w:p>
    <w:tbl>
      <w:tblPr>
        <w:tblW w:w="12610" w:type="dxa"/>
        <w:tblInd w:w="540" w:type="dxa"/>
        <w:tblLook w:val="0000"/>
      </w:tblPr>
      <w:tblGrid>
        <w:gridCol w:w="662"/>
        <w:gridCol w:w="2954"/>
        <w:gridCol w:w="8"/>
        <w:gridCol w:w="12"/>
        <w:gridCol w:w="525"/>
        <w:gridCol w:w="10"/>
        <w:gridCol w:w="14"/>
        <w:gridCol w:w="884"/>
        <w:gridCol w:w="12"/>
        <w:gridCol w:w="18"/>
        <w:gridCol w:w="878"/>
        <w:gridCol w:w="14"/>
        <w:gridCol w:w="22"/>
        <w:gridCol w:w="872"/>
        <w:gridCol w:w="16"/>
        <w:gridCol w:w="26"/>
        <w:gridCol w:w="866"/>
        <w:gridCol w:w="18"/>
        <w:gridCol w:w="30"/>
        <w:gridCol w:w="860"/>
        <w:gridCol w:w="20"/>
        <w:gridCol w:w="34"/>
        <w:gridCol w:w="854"/>
        <w:gridCol w:w="22"/>
        <w:gridCol w:w="38"/>
        <w:gridCol w:w="873"/>
        <w:gridCol w:w="25"/>
        <w:gridCol w:w="42"/>
        <w:gridCol w:w="1011"/>
        <w:gridCol w:w="28"/>
        <w:gridCol w:w="47"/>
        <w:gridCol w:w="833"/>
        <w:gridCol w:w="31"/>
        <w:gridCol w:w="51"/>
      </w:tblGrid>
      <w:tr w:rsidR="003F611C" w:rsidRPr="00F27CEF" w:rsidTr="00F27CEF">
        <w:trPr>
          <w:gridAfter w:val="1"/>
          <w:wAfter w:w="53" w:type="dxa"/>
          <w:trHeight w:val="267"/>
        </w:trPr>
        <w:tc>
          <w:tcPr>
            <w:tcW w:w="41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Нормативы</w:t>
            </w:r>
          </w:p>
        </w:tc>
        <w:tc>
          <w:tcPr>
            <w:tcW w:w="2730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2 класс</w:t>
            </w:r>
          </w:p>
        </w:tc>
        <w:tc>
          <w:tcPr>
            <w:tcW w:w="2730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3 класс</w:t>
            </w:r>
          </w:p>
        </w:tc>
        <w:tc>
          <w:tcPr>
            <w:tcW w:w="292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4 класс</w:t>
            </w:r>
          </w:p>
        </w:tc>
      </w:tr>
      <w:tr w:rsidR="003F611C" w:rsidRPr="00F27CEF" w:rsidTr="00F27CEF">
        <w:trPr>
          <w:gridAfter w:val="1"/>
          <w:wAfter w:w="53" w:type="dxa"/>
          <w:trHeight w:val="283"/>
        </w:trPr>
        <w:tc>
          <w:tcPr>
            <w:tcW w:w="4169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"5"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"4"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"3"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"5"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"4"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"3"</w:t>
            </w:r>
          </w:p>
        </w:tc>
        <w:tc>
          <w:tcPr>
            <w:tcW w:w="93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"5"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"4"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"3"</w:t>
            </w:r>
          </w:p>
        </w:tc>
      </w:tr>
      <w:tr w:rsidR="003F611C" w:rsidRPr="00F27CEF" w:rsidTr="00F27CEF">
        <w:trPr>
          <w:gridAfter w:val="1"/>
          <w:wAfter w:w="53" w:type="dxa"/>
          <w:trHeight w:val="283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2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Бег 30 м (сек.)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1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6,0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6,6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7,1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5,7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6,2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6,8</w:t>
            </w:r>
          </w:p>
        </w:tc>
        <w:tc>
          <w:tcPr>
            <w:tcW w:w="936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5,4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6,0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6,6</w:t>
            </w:r>
          </w:p>
        </w:tc>
      </w:tr>
      <w:tr w:rsidR="003F611C" w:rsidRPr="00F27CEF" w:rsidTr="00F27CEF">
        <w:trPr>
          <w:gridAfter w:val="1"/>
          <w:wAfter w:w="53" w:type="dxa"/>
          <w:trHeight w:val="283"/>
        </w:trPr>
        <w:tc>
          <w:tcPr>
            <w:tcW w:w="65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910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6,3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6,9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7,4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5,8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6,3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7,0</w:t>
            </w:r>
          </w:p>
        </w:tc>
        <w:tc>
          <w:tcPr>
            <w:tcW w:w="936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5,5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6,2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6,8</w:t>
            </w:r>
          </w:p>
        </w:tc>
      </w:tr>
      <w:tr w:rsidR="003F611C" w:rsidRPr="00F27CEF" w:rsidTr="00F27CEF">
        <w:trPr>
          <w:gridAfter w:val="1"/>
          <w:wAfter w:w="53" w:type="dxa"/>
          <w:trHeight w:val="283"/>
        </w:trPr>
        <w:tc>
          <w:tcPr>
            <w:tcW w:w="6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2</w:t>
            </w:r>
          </w:p>
        </w:tc>
        <w:tc>
          <w:tcPr>
            <w:tcW w:w="296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 xml:space="preserve">Бег 1000 м (мин,сек.)                                  ("+" - без учета времени) </w:t>
            </w:r>
          </w:p>
        </w:tc>
        <w:tc>
          <w:tcPr>
            <w:tcW w:w="54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3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108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</w:tr>
      <w:tr w:rsidR="003F611C" w:rsidRPr="00F27CEF" w:rsidTr="00F27CEF">
        <w:trPr>
          <w:gridAfter w:val="1"/>
          <w:wAfter w:w="53" w:type="dxa"/>
          <w:trHeight w:val="283"/>
        </w:trPr>
        <w:tc>
          <w:tcPr>
            <w:tcW w:w="6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3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91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3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+</w:t>
            </w:r>
          </w:p>
        </w:tc>
      </w:tr>
      <w:tr w:rsidR="003F611C" w:rsidRPr="00F27CEF" w:rsidTr="00F27CEF">
        <w:trPr>
          <w:gridAfter w:val="1"/>
          <w:wAfter w:w="53" w:type="dxa"/>
          <w:trHeight w:val="204"/>
        </w:trPr>
        <w:tc>
          <w:tcPr>
            <w:tcW w:w="6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3</w:t>
            </w:r>
          </w:p>
        </w:tc>
        <w:tc>
          <w:tcPr>
            <w:tcW w:w="296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Челночный бег 3х10 м (сек.)</w:t>
            </w:r>
          </w:p>
        </w:tc>
        <w:tc>
          <w:tcPr>
            <w:tcW w:w="5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9,0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9,6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10,5</w:t>
            </w:r>
          </w:p>
        </w:tc>
      </w:tr>
      <w:tr w:rsidR="003F611C" w:rsidRPr="00F27CEF" w:rsidTr="00F27CEF">
        <w:trPr>
          <w:gridAfter w:val="1"/>
          <w:wAfter w:w="53" w:type="dxa"/>
          <w:trHeight w:val="377"/>
        </w:trPr>
        <w:tc>
          <w:tcPr>
            <w:tcW w:w="65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3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910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10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10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10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10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10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36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9,5</w:t>
            </w:r>
          </w:p>
        </w:tc>
        <w:tc>
          <w:tcPr>
            <w:tcW w:w="1081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10,2</w:t>
            </w:r>
          </w:p>
        </w:tc>
        <w:tc>
          <w:tcPr>
            <w:tcW w:w="911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10,8</w:t>
            </w:r>
          </w:p>
        </w:tc>
      </w:tr>
      <w:tr w:rsidR="003F611C" w:rsidRPr="00F27CEF" w:rsidTr="00F27CEF">
        <w:trPr>
          <w:gridAfter w:val="2"/>
          <w:wAfter w:w="84" w:type="dxa"/>
          <w:trHeight w:val="279"/>
        </w:trPr>
        <w:tc>
          <w:tcPr>
            <w:tcW w:w="6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4</w:t>
            </w:r>
          </w:p>
        </w:tc>
        <w:tc>
          <w:tcPr>
            <w:tcW w:w="295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Прыжок в длину с места (см)</w:t>
            </w:r>
          </w:p>
        </w:tc>
        <w:tc>
          <w:tcPr>
            <w:tcW w:w="545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150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130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115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160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140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125</w:t>
            </w:r>
          </w:p>
        </w:tc>
        <w:tc>
          <w:tcPr>
            <w:tcW w:w="93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165</w:t>
            </w:r>
          </w:p>
        </w:tc>
        <w:tc>
          <w:tcPr>
            <w:tcW w:w="107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155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145</w:t>
            </w:r>
          </w:p>
        </w:tc>
      </w:tr>
      <w:tr w:rsidR="003F611C" w:rsidRPr="00F27CEF" w:rsidTr="00F27CEF">
        <w:trPr>
          <w:gridAfter w:val="2"/>
          <w:wAfter w:w="84" w:type="dxa"/>
          <w:trHeight w:val="279"/>
        </w:trPr>
        <w:tc>
          <w:tcPr>
            <w:tcW w:w="65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908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140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125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110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150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130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120</w:t>
            </w:r>
          </w:p>
        </w:tc>
        <w:tc>
          <w:tcPr>
            <w:tcW w:w="93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155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145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135</w:t>
            </w:r>
          </w:p>
        </w:tc>
      </w:tr>
      <w:tr w:rsidR="003F611C" w:rsidRPr="00F27CEF" w:rsidTr="00F27CEF">
        <w:trPr>
          <w:gridAfter w:val="2"/>
          <w:wAfter w:w="84" w:type="dxa"/>
          <w:trHeight w:val="279"/>
        </w:trPr>
        <w:tc>
          <w:tcPr>
            <w:tcW w:w="6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5</w:t>
            </w:r>
          </w:p>
        </w:tc>
        <w:tc>
          <w:tcPr>
            <w:tcW w:w="295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Прыжок в высоту, способом "Перешагивания" (см)</w:t>
            </w:r>
          </w:p>
        </w:tc>
        <w:tc>
          <w:tcPr>
            <w:tcW w:w="545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75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85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75</w:t>
            </w:r>
          </w:p>
        </w:tc>
        <w:tc>
          <w:tcPr>
            <w:tcW w:w="93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90</w:t>
            </w:r>
          </w:p>
        </w:tc>
        <w:tc>
          <w:tcPr>
            <w:tcW w:w="107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85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</w:tr>
      <w:tr w:rsidR="003F611C" w:rsidRPr="00F27CEF" w:rsidTr="00F27CEF">
        <w:trPr>
          <w:gridAfter w:val="2"/>
          <w:wAfter w:w="84" w:type="dxa"/>
          <w:trHeight w:val="279"/>
        </w:trPr>
        <w:tc>
          <w:tcPr>
            <w:tcW w:w="65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908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65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75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65</w:t>
            </w:r>
          </w:p>
        </w:tc>
        <w:tc>
          <w:tcPr>
            <w:tcW w:w="933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75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</w:tr>
      <w:tr w:rsidR="003F611C" w:rsidRPr="00F27CEF" w:rsidTr="00F27CEF">
        <w:trPr>
          <w:gridAfter w:val="2"/>
          <w:wAfter w:w="84" w:type="dxa"/>
          <w:trHeight w:val="295"/>
        </w:trPr>
        <w:tc>
          <w:tcPr>
            <w:tcW w:w="6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6</w:t>
            </w:r>
          </w:p>
        </w:tc>
        <w:tc>
          <w:tcPr>
            <w:tcW w:w="295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Прыжки через скакалку (кол-во раз/мин.)</w:t>
            </w:r>
          </w:p>
        </w:tc>
        <w:tc>
          <w:tcPr>
            <w:tcW w:w="545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50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60</w:t>
            </w:r>
          </w:p>
        </w:tc>
        <w:tc>
          <w:tcPr>
            <w:tcW w:w="93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90</w:t>
            </w:r>
          </w:p>
        </w:tc>
        <w:tc>
          <w:tcPr>
            <w:tcW w:w="1078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</w:tr>
      <w:tr w:rsidR="003F611C" w:rsidRPr="00F27CEF" w:rsidTr="00F27CEF">
        <w:trPr>
          <w:gridAfter w:val="2"/>
          <w:wAfter w:w="84" w:type="dxa"/>
          <w:trHeight w:val="279"/>
        </w:trPr>
        <w:tc>
          <w:tcPr>
            <w:tcW w:w="6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5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908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90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70</w:t>
            </w:r>
          </w:p>
        </w:tc>
        <w:tc>
          <w:tcPr>
            <w:tcW w:w="93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100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90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80</w:t>
            </w:r>
          </w:p>
        </w:tc>
      </w:tr>
      <w:tr w:rsidR="003F611C" w:rsidRPr="00F27CEF" w:rsidTr="00F27CEF">
        <w:trPr>
          <w:gridAfter w:val="2"/>
          <w:wAfter w:w="84" w:type="dxa"/>
          <w:trHeight w:val="279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7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Отжимания (кол-во раз)</w:t>
            </w:r>
          </w:p>
        </w:tc>
        <w:tc>
          <w:tcPr>
            <w:tcW w:w="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08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13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</w:t>
            </w:r>
          </w:p>
        </w:tc>
        <w:tc>
          <w:tcPr>
            <w:tcW w:w="933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16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14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</w:tr>
      <w:tr w:rsidR="003F611C" w:rsidRPr="00F27CEF" w:rsidTr="00F27CEF">
        <w:trPr>
          <w:gridAfter w:val="2"/>
          <w:wAfter w:w="84" w:type="dxa"/>
          <w:trHeight w:val="279"/>
        </w:trPr>
        <w:tc>
          <w:tcPr>
            <w:tcW w:w="65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908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7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933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14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11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</w:tr>
      <w:tr w:rsidR="003F611C" w:rsidRPr="00F27CEF" w:rsidTr="00F27CEF">
        <w:trPr>
          <w:gridAfter w:val="2"/>
          <w:wAfter w:w="84" w:type="dxa"/>
          <w:trHeight w:val="295"/>
        </w:trPr>
        <w:tc>
          <w:tcPr>
            <w:tcW w:w="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8</w:t>
            </w:r>
          </w:p>
        </w:tc>
        <w:tc>
          <w:tcPr>
            <w:tcW w:w="295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Подтягивания (кол-во раз)</w:t>
            </w:r>
          </w:p>
        </w:tc>
        <w:tc>
          <w:tcPr>
            <w:tcW w:w="54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9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107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90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</w:tr>
      <w:tr w:rsidR="003F611C" w:rsidRPr="00F27CEF" w:rsidTr="00F27CEF">
        <w:trPr>
          <w:gridAfter w:val="2"/>
          <w:wAfter w:w="84" w:type="dxa"/>
          <w:trHeight w:val="279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9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Метание т/м (м)</w:t>
            </w:r>
          </w:p>
        </w:tc>
        <w:tc>
          <w:tcPr>
            <w:tcW w:w="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08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18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  <w:tc>
          <w:tcPr>
            <w:tcW w:w="933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21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18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</w:tr>
      <w:tr w:rsidR="003F611C" w:rsidRPr="00F27CEF" w:rsidTr="00F27CEF">
        <w:trPr>
          <w:gridAfter w:val="2"/>
          <w:wAfter w:w="84" w:type="dxa"/>
          <w:trHeight w:val="279"/>
        </w:trPr>
        <w:tc>
          <w:tcPr>
            <w:tcW w:w="65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908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93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18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</w:tr>
      <w:tr w:rsidR="003F611C" w:rsidRPr="00F27CEF" w:rsidTr="00F27CEF">
        <w:trPr>
          <w:trHeight w:val="255"/>
        </w:trPr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10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Подъем туловища из положения лежа на спине (кол-во раз/мин)</w:t>
            </w:r>
          </w:p>
        </w:tc>
        <w:tc>
          <w:tcPr>
            <w:tcW w:w="54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23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21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19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25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23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21</w:t>
            </w:r>
          </w:p>
        </w:tc>
        <w:tc>
          <w:tcPr>
            <w:tcW w:w="94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28</w:t>
            </w:r>
          </w:p>
        </w:tc>
        <w:tc>
          <w:tcPr>
            <w:tcW w:w="108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25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23</w:t>
            </w:r>
          </w:p>
        </w:tc>
      </w:tr>
      <w:tr w:rsidR="003F611C" w:rsidRPr="00F27CEF" w:rsidTr="00F27CEF">
        <w:trPr>
          <w:trHeight w:val="255"/>
        </w:trPr>
        <w:tc>
          <w:tcPr>
            <w:tcW w:w="662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14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28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26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24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30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28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26</w:t>
            </w:r>
          </w:p>
        </w:tc>
        <w:tc>
          <w:tcPr>
            <w:tcW w:w="940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33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30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28</w:t>
            </w:r>
          </w:p>
        </w:tc>
      </w:tr>
      <w:tr w:rsidR="003F611C" w:rsidRPr="00F27CEF" w:rsidTr="00F27CEF">
        <w:trPr>
          <w:trHeight w:val="270"/>
        </w:trPr>
        <w:tc>
          <w:tcPr>
            <w:tcW w:w="662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11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Приседания (кол-во раз/мин)</w:t>
            </w:r>
          </w:p>
        </w:tc>
        <w:tc>
          <w:tcPr>
            <w:tcW w:w="54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м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40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38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36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42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40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38</w:t>
            </w:r>
          </w:p>
        </w:tc>
        <w:tc>
          <w:tcPr>
            <w:tcW w:w="94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44</w:t>
            </w:r>
          </w:p>
        </w:tc>
        <w:tc>
          <w:tcPr>
            <w:tcW w:w="108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42</w:t>
            </w:r>
          </w:p>
        </w:tc>
        <w:tc>
          <w:tcPr>
            <w:tcW w:w="91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40</w:t>
            </w:r>
          </w:p>
        </w:tc>
      </w:tr>
      <w:tr w:rsidR="003F611C" w:rsidRPr="00F27CEF" w:rsidTr="00F27CEF">
        <w:trPr>
          <w:trHeight w:val="270"/>
        </w:trPr>
        <w:tc>
          <w:tcPr>
            <w:tcW w:w="662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4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rPr>
                <w:rFonts w:ascii="Arial" w:hAnsi="Arial"/>
                <w:bCs/>
                <w:sz w:val="20"/>
                <w:szCs w:val="20"/>
              </w:rPr>
            </w:pPr>
            <w:r w:rsidRPr="00F27CEF">
              <w:rPr>
                <w:rFonts w:ascii="Arial" w:hAnsi="Arial"/>
                <w:bCs/>
                <w:sz w:val="20"/>
                <w:szCs w:val="20"/>
              </w:rPr>
              <w:t>д</w:t>
            </w:r>
          </w:p>
        </w:tc>
        <w:tc>
          <w:tcPr>
            <w:tcW w:w="914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38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36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34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40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38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36</w:t>
            </w:r>
          </w:p>
        </w:tc>
        <w:tc>
          <w:tcPr>
            <w:tcW w:w="94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42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40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F611C" w:rsidRPr="00F27CEF" w:rsidRDefault="003F611C" w:rsidP="00F27CE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27CEF">
              <w:rPr>
                <w:rFonts w:ascii="Arial" w:hAnsi="Arial"/>
                <w:b/>
                <w:sz w:val="20"/>
                <w:szCs w:val="20"/>
              </w:rPr>
              <w:t>38</w:t>
            </w:r>
          </w:p>
        </w:tc>
      </w:tr>
    </w:tbl>
    <w:p w:rsidR="003F611C" w:rsidRPr="00F27CEF" w:rsidRDefault="003F611C" w:rsidP="00F27CEF">
      <w:pPr>
        <w:jc w:val="center"/>
      </w:pPr>
    </w:p>
    <w:p w:rsidR="003F611C" w:rsidRPr="00F27CEF" w:rsidRDefault="003F611C" w:rsidP="00F27CEF">
      <w:pPr>
        <w:jc w:val="center"/>
      </w:pPr>
    </w:p>
    <w:p w:rsidR="003F611C" w:rsidRPr="00F27CEF" w:rsidRDefault="003F611C" w:rsidP="00F27CEF">
      <w:pPr>
        <w:jc w:val="both"/>
      </w:pPr>
      <w:r w:rsidRPr="00F27CEF">
        <w:t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(см. таблицу)</w:t>
      </w:r>
    </w:p>
    <w:p w:rsidR="003F611C" w:rsidRPr="00F27CEF" w:rsidRDefault="003F611C" w:rsidP="00F27CEF"/>
    <w:p w:rsidR="003F611C" w:rsidRDefault="003F611C">
      <w:pPr>
        <w:spacing w:after="200" w:line="276" w:lineRule="auto"/>
      </w:pPr>
    </w:p>
    <w:p w:rsidR="003F611C" w:rsidRDefault="003F611C">
      <w:pPr>
        <w:spacing w:after="200" w:line="276" w:lineRule="auto"/>
      </w:pPr>
    </w:p>
    <w:p w:rsidR="003F611C" w:rsidRDefault="003F611C" w:rsidP="000F6AF2">
      <w:pPr>
        <w:spacing w:after="200"/>
        <w:jc w:val="center"/>
        <w:rPr>
          <w:b/>
        </w:rPr>
      </w:pPr>
      <w:r w:rsidRPr="000F6AF2">
        <w:rPr>
          <w:b/>
        </w:rPr>
        <w:t>Календарно – тематический план.</w:t>
      </w:r>
    </w:p>
    <w:p w:rsidR="003F611C" w:rsidRDefault="003F611C" w:rsidP="00C60798">
      <w:pPr>
        <w:spacing w:after="200"/>
        <w:jc w:val="center"/>
        <w:rPr>
          <w:b/>
        </w:rPr>
      </w:pPr>
      <w:r w:rsidRPr="00C60798">
        <w:rPr>
          <w:b/>
        </w:rPr>
        <w:t>Физическая культура (</w:t>
      </w:r>
      <w:r>
        <w:rPr>
          <w:b/>
        </w:rPr>
        <w:t>103</w:t>
      </w:r>
      <w:r w:rsidRPr="00334EC5">
        <w:rPr>
          <w:b/>
          <w:color w:val="FF0000"/>
        </w:rPr>
        <w:t xml:space="preserve"> </w:t>
      </w:r>
      <w:r w:rsidRPr="003266CA">
        <w:rPr>
          <w:b/>
        </w:rPr>
        <w:t>ч.)</w:t>
      </w:r>
    </w:p>
    <w:tbl>
      <w:tblPr>
        <w:tblW w:w="15134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2552"/>
        <w:gridCol w:w="708"/>
        <w:gridCol w:w="993"/>
        <w:gridCol w:w="2409"/>
        <w:gridCol w:w="2268"/>
        <w:gridCol w:w="1276"/>
        <w:gridCol w:w="2126"/>
        <w:gridCol w:w="1134"/>
        <w:gridCol w:w="993"/>
      </w:tblGrid>
      <w:tr w:rsidR="003F611C" w:rsidRPr="00453E02" w:rsidTr="00003ED0">
        <w:tc>
          <w:tcPr>
            <w:tcW w:w="675" w:type="dxa"/>
            <w:vMerge w:val="restart"/>
          </w:tcPr>
          <w:p w:rsidR="003F611C" w:rsidRPr="00453E02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 w:rsidRPr="00453E02">
              <w:rPr>
                <w:b/>
                <w:lang w:eastAsia="en-US"/>
              </w:rPr>
              <w:t>№ п/п</w:t>
            </w:r>
          </w:p>
        </w:tc>
        <w:tc>
          <w:tcPr>
            <w:tcW w:w="2552" w:type="dxa"/>
            <w:vMerge w:val="restart"/>
          </w:tcPr>
          <w:p w:rsidR="003F611C" w:rsidRPr="00453E02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 w:rsidRPr="00453E02">
              <w:rPr>
                <w:b/>
                <w:lang w:eastAsia="en-US"/>
              </w:rPr>
              <w:t>Наименование темы урока</w:t>
            </w:r>
          </w:p>
        </w:tc>
        <w:tc>
          <w:tcPr>
            <w:tcW w:w="708" w:type="dxa"/>
            <w:vMerge w:val="restart"/>
          </w:tcPr>
          <w:p w:rsidR="003F611C" w:rsidRPr="00453E02" w:rsidRDefault="003F611C" w:rsidP="00ED6C5E">
            <w:pPr>
              <w:tabs>
                <w:tab w:val="left" w:pos="5745"/>
              </w:tabs>
              <w:jc w:val="center"/>
              <w:rPr>
                <w:b/>
                <w:lang w:eastAsia="en-US"/>
              </w:rPr>
            </w:pPr>
            <w:r w:rsidRPr="00453E02">
              <w:rPr>
                <w:b/>
                <w:lang w:eastAsia="en-US"/>
              </w:rPr>
              <w:t>Кол-во</w:t>
            </w:r>
          </w:p>
          <w:p w:rsidR="003F611C" w:rsidRPr="00453E02" w:rsidRDefault="003F611C" w:rsidP="00453E02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 w:rsidRPr="00453E02">
              <w:rPr>
                <w:b/>
                <w:lang w:eastAsia="en-US"/>
              </w:rPr>
              <w:t>ч.</w:t>
            </w:r>
          </w:p>
        </w:tc>
        <w:tc>
          <w:tcPr>
            <w:tcW w:w="993" w:type="dxa"/>
            <w:vMerge w:val="restart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 w:rsidRPr="0054671B">
              <w:rPr>
                <w:b/>
                <w:lang w:eastAsia="en-US"/>
              </w:rPr>
              <w:t>Тип урока</w:t>
            </w:r>
          </w:p>
        </w:tc>
        <w:tc>
          <w:tcPr>
            <w:tcW w:w="2409" w:type="dxa"/>
            <w:vMerge w:val="restart"/>
          </w:tcPr>
          <w:p w:rsidR="003F611C" w:rsidRPr="00453E02" w:rsidRDefault="003F611C" w:rsidP="0054671B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 w:rsidRPr="00453E02">
              <w:rPr>
                <w:b/>
                <w:lang w:eastAsia="en-US"/>
              </w:rPr>
              <w:t>Элементы содержания</w:t>
            </w:r>
          </w:p>
        </w:tc>
        <w:tc>
          <w:tcPr>
            <w:tcW w:w="2268" w:type="dxa"/>
            <w:vMerge w:val="restart"/>
          </w:tcPr>
          <w:p w:rsidR="003F611C" w:rsidRPr="00453E02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Требования к уровню подготовки</w:t>
            </w:r>
          </w:p>
        </w:tc>
        <w:tc>
          <w:tcPr>
            <w:tcW w:w="1276" w:type="dxa"/>
            <w:vMerge w:val="restart"/>
          </w:tcPr>
          <w:p w:rsidR="003F611C" w:rsidRPr="00453E02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контроля</w:t>
            </w:r>
          </w:p>
        </w:tc>
        <w:tc>
          <w:tcPr>
            <w:tcW w:w="2126" w:type="dxa"/>
            <w:vMerge w:val="restart"/>
          </w:tcPr>
          <w:p w:rsidR="003F611C" w:rsidRPr="00453E02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УУД</w:t>
            </w:r>
          </w:p>
        </w:tc>
        <w:tc>
          <w:tcPr>
            <w:tcW w:w="2127" w:type="dxa"/>
            <w:gridSpan w:val="2"/>
          </w:tcPr>
          <w:p w:rsidR="003F611C" w:rsidRPr="00453E02" w:rsidRDefault="003F611C" w:rsidP="00453E02">
            <w:pPr>
              <w:tabs>
                <w:tab w:val="left" w:pos="271"/>
                <w:tab w:val="left" w:pos="1616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</w:tr>
      <w:tr w:rsidR="003F611C" w:rsidRPr="00ED6C5E" w:rsidTr="00430999">
        <w:tc>
          <w:tcPr>
            <w:tcW w:w="675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70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b/>
                <w:i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27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план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факт</w:t>
            </w:r>
          </w:p>
        </w:tc>
      </w:tr>
      <w:tr w:rsidR="003F611C" w:rsidRPr="00ED6C5E" w:rsidTr="00430999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ED6C5E">
              <w:rPr>
                <w:b/>
                <w:i/>
                <w:lang w:val="en-US" w:eastAsia="en-US"/>
              </w:rPr>
              <w:t xml:space="preserve">I </w:t>
            </w:r>
            <w:r w:rsidRPr="00ED6C5E">
              <w:rPr>
                <w:b/>
                <w:i/>
                <w:lang w:eastAsia="en-US"/>
              </w:rPr>
              <w:t>четверть</w:t>
            </w: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ED6C5E">
              <w:rPr>
                <w:b/>
                <w:i/>
                <w:lang w:eastAsia="en-US"/>
              </w:rPr>
              <w:t>Легкоатлетические упражнения</w:t>
            </w:r>
          </w:p>
        </w:tc>
        <w:tc>
          <w:tcPr>
            <w:tcW w:w="708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</w:t>
            </w: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</w:p>
          <w:p w:rsidR="003F611C" w:rsidRPr="005F7D77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5F7D77">
              <w:rPr>
                <w:b/>
                <w:i/>
                <w:lang w:eastAsia="en-US"/>
              </w:rPr>
              <w:t>12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b/>
                <w:bCs/>
                <w:lang w:eastAsia="en-US"/>
              </w:rPr>
              <w:t xml:space="preserve">Предметными результатами </w:t>
            </w:r>
            <w:r w:rsidRPr="00430999">
              <w:rPr>
                <w:lang w:eastAsia="en-US"/>
              </w:rPr>
              <w:t>освоения учащимися содержания программы по физической культуре являются следующие умения: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излагать факты истории развития физической культуры,</w:t>
            </w: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характеризовать ее роль и значение в жизнедеятельности человека, связь с трудовой и военной деятельностью;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измерять (познавать) индивидуальные показатели физического развития (длину и массу тела), развития основных физических качеств;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бережно обращаться с инвентарем и оборудованием, соблюдать требования техники безопасности к местам проведения;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взаимодействовать со сверстниками по правилам проведения подвижных игр и соревнований;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подавать строевые команды, вести подсчет при выполнении общеразвивающих упражнений;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выполнять акробатические и гимнастические комбинации на высоком техничном уровне, характеризовать признаки техничного исполнения;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выполнять технические действия из базовых видов спорта, применять их в игровой и соревновательной деятельности;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выполнять жизненно важные двигательные навыки и умения различными способами, в различных изменяющихся, вариативных условиях.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излагать факты истории развития физической культуры,</w:t>
            </w: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характеризовать ее роль и значение в жизнедеятельности человека, связь с трудовой и военной деятельностью;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измерять (познавать) индивидуальные показатели физического развития (длину и массу тела), развития основных физических качеств;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бережно обращаться с инвентарем и оборудованием, соблюдать требования техники безопасности к местам проведения;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взаимодействовать со сверстниками по правилам проведения подвижных игр и соревнований;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подавать строевые команды, вести подсчет при выполнении общеразвивающих упражнений;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выполнять акробатические и гимнастические комбинации на высоком техничном уровне, характеризовать признаки техничного исполнения;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выполнять технические действия из базовых видов спорта, применять их в игровой и соревновательной деятельности;</w:t>
            </w: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  <w:r w:rsidRPr="00430999">
              <w:rPr>
                <w:lang w:eastAsia="en-US"/>
              </w:rPr>
              <w:t>— выполнять жизненно важные двигательные навыки и умения различными способами, в различных изменяющихся, вариативных условиях.</w:t>
            </w:r>
          </w:p>
          <w:p w:rsidR="003F611C" w:rsidRPr="00430999" w:rsidRDefault="003F611C" w:rsidP="00430999">
            <w:pPr>
              <w:autoSpaceDE w:val="0"/>
              <w:autoSpaceDN w:val="0"/>
              <w:adjustRightInd w:val="0"/>
              <w:ind w:firstLine="567"/>
              <w:jc w:val="both"/>
              <w:rPr>
                <w:lang w:eastAsia="en-US"/>
              </w:rPr>
            </w:pPr>
          </w:p>
          <w:p w:rsidR="003F611C" w:rsidRPr="00430999" w:rsidRDefault="003F611C" w:rsidP="00430999">
            <w:pPr>
              <w:rPr>
                <w:lang w:eastAsia="en-US"/>
              </w:rPr>
            </w:pPr>
          </w:p>
          <w:p w:rsidR="003F611C" w:rsidRPr="00430999" w:rsidRDefault="003F611C" w:rsidP="00430999">
            <w:pPr>
              <w:rPr>
                <w:lang w:eastAsia="en-US"/>
              </w:rPr>
            </w:pPr>
          </w:p>
          <w:p w:rsidR="003F611C" w:rsidRPr="00430999" w:rsidRDefault="003F611C" w:rsidP="00430999">
            <w:pPr>
              <w:rPr>
                <w:lang w:eastAsia="en-US"/>
              </w:rPr>
            </w:pPr>
          </w:p>
          <w:p w:rsidR="003F611C" w:rsidRPr="00430999" w:rsidRDefault="003F611C" w:rsidP="00430999">
            <w:pPr>
              <w:rPr>
                <w:lang w:eastAsia="en-US"/>
              </w:rPr>
            </w:pPr>
          </w:p>
          <w:p w:rsidR="003F611C" w:rsidRPr="00430999" w:rsidRDefault="003F611C" w:rsidP="00430999">
            <w:pPr>
              <w:rPr>
                <w:lang w:eastAsia="en-US"/>
              </w:rPr>
            </w:pPr>
          </w:p>
          <w:p w:rsidR="003F611C" w:rsidRDefault="003F611C" w:rsidP="00430999">
            <w:pPr>
              <w:rPr>
                <w:lang w:eastAsia="en-US"/>
              </w:rPr>
            </w:pPr>
          </w:p>
          <w:p w:rsidR="003F611C" w:rsidRPr="00430999" w:rsidRDefault="003F611C" w:rsidP="00430999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 w:val="restart"/>
          </w:tcPr>
          <w:p w:rsidR="003F611C" w:rsidRPr="00C60798" w:rsidRDefault="003F611C" w:rsidP="00003ED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60798">
              <w:rPr>
                <w:b/>
                <w:bCs/>
              </w:rPr>
              <w:t>Личностные результаты:</w:t>
            </w:r>
          </w:p>
          <w:p w:rsidR="003F611C" w:rsidRPr="00C60798" w:rsidRDefault="003F611C" w:rsidP="00003ED0">
            <w:pPr>
              <w:autoSpaceDE w:val="0"/>
              <w:autoSpaceDN w:val="0"/>
              <w:adjustRightInd w:val="0"/>
              <w:spacing w:after="200" w:line="276" w:lineRule="auto"/>
              <w:contextualSpacing/>
            </w:pPr>
            <w:r w:rsidRPr="00C60798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3F611C" w:rsidRPr="00C60798" w:rsidRDefault="003F611C" w:rsidP="00003ED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</w:pPr>
            <w:r w:rsidRPr="00C60798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3F611C" w:rsidRDefault="003F611C" w:rsidP="00003ED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</w:pPr>
            <w:r w:rsidRPr="00C60798">
              <w:t>проявлять дисциплинированность, трудолюбие и упорство в достижении поставленных целей;</w:t>
            </w:r>
          </w:p>
          <w:p w:rsidR="003F611C" w:rsidRPr="00C60798" w:rsidRDefault="003F611C" w:rsidP="00003ED0">
            <w:pPr>
              <w:autoSpaceDE w:val="0"/>
              <w:autoSpaceDN w:val="0"/>
              <w:adjustRightInd w:val="0"/>
              <w:jc w:val="both"/>
            </w:pPr>
            <w:r w:rsidRPr="00C60798">
              <w:rPr>
                <w:b/>
                <w:bCs/>
              </w:rPr>
              <w:t>Метапредметные результаты:</w:t>
            </w:r>
          </w:p>
          <w:p w:rsidR="003F611C" w:rsidRPr="00C60798" w:rsidRDefault="003F611C" w:rsidP="00003ED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</w:pPr>
            <w:r w:rsidRPr="00C60798">
              <w:t>находить ошибки при выполнении учебных заданий, отбирать способы их исправления;</w:t>
            </w:r>
          </w:p>
          <w:p w:rsidR="003F611C" w:rsidRPr="00C60798" w:rsidRDefault="003F611C" w:rsidP="00003ED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</w:pPr>
            <w:r w:rsidRPr="00C60798"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3F611C" w:rsidRDefault="003F611C" w:rsidP="00003ED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</w:pPr>
            <w:r w:rsidRPr="00C60798"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3F611C" w:rsidRPr="00C60798" w:rsidRDefault="003F611C" w:rsidP="00003ED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60798">
              <w:rPr>
                <w:b/>
                <w:bCs/>
              </w:rPr>
              <w:t xml:space="preserve">Предметные результаты </w:t>
            </w:r>
          </w:p>
          <w:p w:rsidR="003F611C" w:rsidRPr="00C60798" w:rsidRDefault="003F611C" w:rsidP="00003ED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</w:pPr>
            <w:r w:rsidRPr="00C60798">
              <w:t>взаимодействовать со сверстниками по правилам проведения подвижных игр и соревнований;</w:t>
            </w:r>
          </w:p>
          <w:p w:rsidR="003F611C" w:rsidRPr="00ED6C5E" w:rsidRDefault="003F611C" w:rsidP="00003ED0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2552" w:type="dxa"/>
          </w:tcPr>
          <w:p w:rsidR="003F611C" w:rsidRPr="00ED6C5E" w:rsidRDefault="003F611C" w:rsidP="00453E02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Инструктаж по Т.Б на уроках легкоатлетических упражнений. Совершенствование ходьба с изменением длины и частоты шага.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Ходьба через препятствия. Бег с высоким подниманием бедра. Бег  с максимальной скоростью. ОРУ. Игра «Пустое место». Развитие скоростных способностей.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003ED0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 эстафеты на развитие скорости.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эстафеты на развитие скорости.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04.09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</w:t>
            </w:r>
          </w:p>
        </w:tc>
        <w:tc>
          <w:tcPr>
            <w:tcW w:w="2552" w:type="dxa"/>
          </w:tcPr>
          <w:p w:rsidR="003F611C" w:rsidRPr="00ED6C5E" w:rsidRDefault="003F611C" w:rsidP="00003ED0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технике бега с максимальной скоростью 60 м.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узнзву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Ходьба через несколько препятствий. Подвижная игра «Белые медведи», Развитие скоростных способностей.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8.09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</w:t>
            </w:r>
          </w:p>
        </w:tc>
        <w:tc>
          <w:tcPr>
            <w:tcW w:w="2552" w:type="dxa"/>
          </w:tcPr>
          <w:p w:rsidR="003F611C" w:rsidRPr="00ED6C5E" w:rsidRDefault="003F611C" w:rsidP="00003ED0">
            <w:pPr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Сдача контрольного норматива -</w:t>
            </w:r>
            <w:r w:rsidRPr="00ED6C5E">
              <w:rPr>
                <w:lang w:eastAsia="en-US"/>
              </w:rPr>
              <w:t xml:space="preserve"> бег на результат 30 м.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003ED0">
              <w:rPr>
                <w:lang w:eastAsia="en-US"/>
              </w:rPr>
              <w:t xml:space="preserve">Развитие скоростных способностей. Игра «Смена сторон». Понятия: </w:t>
            </w:r>
            <w:r w:rsidRPr="00003ED0">
              <w:rPr>
                <w:i/>
                <w:lang w:eastAsia="en-US"/>
              </w:rPr>
              <w:t>эстафета, старт, финиш.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</w:t>
            </w:r>
          </w:p>
        </w:tc>
        <w:tc>
          <w:tcPr>
            <w:tcW w:w="2552" w:type="dxa"/>
          </w:tcPr>
          <w:p w:rsidR="003F611C" w:rsidRPr="00ED6C5E" w:rsidRDefault="003F611C" w:rsidP="00003ED0">
            <w:pPr>
              <w:rPr>
                <w:b/>
                <w:lang w:eastAsia="en-US"/>
              </w:rPr>
            </w:pPr>
            <w:r w:rsidRPr="00ED6C5E">
              <w:rPr>
                <w:lang w:eastAsia="en-US"/>
              </w:rPr>
              <w:t xml:space="preserve">Урок – игра кто дальше прыгнет. Обучение технике прыжка в длину с разбега.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003ED0">
              <w:rPr>
                <w:lang w:eastAsia="en-US"/>
              </w:rPr>
              <w:t>Прыжок в длину с места. Подвижная игра «Гуси-лебеди». Развитие скоростно-силовых качеств. Влияние бега на здоровье.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</w:t>
            </w:r>
          </w:p>
        </w:tc>
        <w:tc>
          <w:tcPr>
            <w:tcW w:w="2552" w:type="dxa"/>
          </w:tcPr>
          <w:p w:rsidR="003F611C" w:rsidRPr="00ED6C5E" w:rsidRDefault="003F611C" w:rsidP="00003ED0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- </w:t>
            </w:r>
            <w:r w:rsidRPr="00ED6C5E">
              <w:rPr>
                <w:lang w:eastAsia="en-US"/>
              </w:rPr>
              <w:t>прыжка с места на результат</w:t>
            </w:r>
            <w:r w:rsidRPr="00ED6C5E">
              <w:rPr>
                <w:b/>
                <w:lang w:eastAsia="en-US"/>
              </w:rPr>
              <w:t>.</w:t>
            </w:r>
            <w:r w:rsidRPr="00ED6C5E">
              <w:rPr>
                <w:lang w:eastAsia="en-US"/>
              </w:rPr>
              <w:t xml:space="preserve"> Совершенствование технике прыжка в длину с разбега с зоны отталкивания.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уосз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003ED0">
              <w:rPr>
                <w:lang w:eastAsia="en-US"/>
              </w:rPr>
              <w:t>Многоскоки. Подвижная игра «Прыгающие воробушки». Развитие скоростно-силовых качеств. Правила соревнования в беге, прыжках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Тематический 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7</w:t>
            </w:r>
          </w:p>
        </w:tc>
        <w:tc>
          <w:tcPr>
            <w:tcW w:w="2552" w:type="dxa"/>
          </w:tcPr>
          <w:p w:rsidR="003F611C" w:rsidRPr="00ED6C5E" w:rsidRDefault="003F611C" w:rsidP="00003ED0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- </w:t>
            </w:r>
            <w:r w:rsidRPr="00ED6C5E">
              <w:rPr>
                <w:lang w:eastAsia="en-US"/>
              </w:rPr>
              <w:t xml:space="preserve">прыжка в длину с разбега.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упокз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</w:t>
            </w:r>
          </w:p>
        </w:tc>
        <w:tc>
          <w:tcPr>
            <w:tcW w:w="2552" w:type="dxa"/>
          </w:tcPr>
          <w:p w:rsidR="003F611C" w:rsidRPr="00ED6C5E" w:rsidRDefault="003F611C" w:rsidP="00003ED0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Урок игра кто дальше метнет маленький мяч. Совершенствование технике метания малого мяча с места на дальность и на заданное расстояние.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укиз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003ED0">
              <w:rPr>
                <w:lang w:eastAsia="en-US"/>
              </w:rPr>
              <w:t>Метание в цель с 4-5 м. Подвижная игра «Зайцы в огороде». Развитие скоростно-силовых качеств. Правила соревнований в метаниях.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</w:t>
            </w:r>
          </w:p>
        </w:tc>
        <w:tc>
          <w:tcPr>
            <w:tcW w:w="2552" w:type="dxa"/>
          </w:tcPr>
          <w:p w:rsidR="003F611C" w:rsidRPr="00ED6C5E" w:rsidRDefault="003F611C" w:rsidP="00003ED0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- </w:t>
            </w:r>
            <w:r w:rsidRPr="00ED6C5E">
              <w:rPr>
                <w:lang w:eastAsia="en-US"/>
              </w:rPr>
              <w:t xml:space="preserve">метания малого мяча с места на дальность и на заданное расстояние.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упокз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10</w:t>
            </w:r>
          </w:p>
        </w:tc>
        <w:tc>
          <w:tcPr>
            <w:tcW w:w="2552" w:type="dxa"/>
          </w:tcPr>
          <w:p w:rsidR="003F611C" w:rsidRPr="00ED6C5E" w:rsidRDefault="003F611C" w:rsidP="00003ED0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Сдача контрольного норматива –</w:t>
            </w:r>
            <w:r w:rsidRPr="00ED6C5E">
              <w:rPr>
                <w:lang w:eastAsia="en-US"/>
              </w:rPr>
              <w:t xml:space="preserve">челночный бег 3 * 10м.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003ED0">
              <w:rPr>
                <w:lang w:eastAsia="en-US"/>
              </w:rPr>
              <w:t>Подвижная игра  «Зайцы в огороде». Развитие скоростно-силовых качеств. Олимпийское движение современности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11</w:t>
            </w:r>
          </w:p>
        </w:tc>
        <w:tc>
          <w:tcPr>
            <w:tcW w:w="2552" w:type="dxa"/>
          </w:tcPr>
          <w:p w:rsidR="003F611C" w:rsidRPr="00ED6C5E" w:rsidRDefault="003F611C" w:rsidP="00003ED0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технике бега с максимальной скоростью 60 м.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узнзву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003ED0">
              <w:rPr>
                <w:lang w:eastAsia="en-US"/>
              </w:rPr>
              <w:t>Ходьба через несколько препятствий. Подвижная игра «Белые медведи», Развитие скоростных способностей.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12</w:t>
            </w:r>
          </w:p>
        </w:tc>
        <w:tc>
          <w:tcPr>
            <w:tcW w:w="2552" w:type="dxa"/>
          </w:tcPr>
          <w:p w:rsidR="003F611C" w:rsidRPr="00ED6C5E" w:rsidRDefault="003F611C" w:rsidP="00003ED0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Урок игра «Встречная эстафета».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003ED0">
              <w:rPr>
                <w:lang w:eastAsia="en-US"/>
              </w:rPr>
              <w:t>Развитие скоростных способностей.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29.09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ED6C5E">
              <w:rPr>
                <w:b/>
                <w:i/>
                <w:lang w:eastAsia="en-US"/>
              </w:rPr>
              <w:t>Кроссовая подготовка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5F7D77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5F7D77">
              <w:rPr>
                <w:b/>
                <w:i/>
                <w:lang w:eastAsia="en-US"/>
              </w:rPr>
              <w:t>6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13</w:t>
            </w:r>
          </w:p>
        </w:tc>
        <w:tc>
          <w:tcPr>
            <w:tcW w:w="2552" w:type="dxa"/>
          </w:tcPr>
          <w:p w:rsidR="003F611C" w:rsidRPr="00ED6C5E" w:rsidRDefault="003F611C" w:rsidP="00314286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Развитие выносливости бег 4 мин. Преодоление препятствий.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Чередование бега и ходьбы (70м бег, 100м ходьба). Подвижная игра «Салки на марше». Развитие выносливости. Измерение роста, веса, силы.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 w:val="restart"/>
          </w:tcPr>
          <w:p w:rsidR="003F611C" w:rsidRPr="00C60798" w:rsidRDefault="003F611C" w:rsidP="00003ED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60798">
              <w:rPr>
                <w:b/>
                <w:bCs/>
              </w:rPr>
              <w:t>Личностные результаты</w:t>
            </w:r>
          </w:p>
          <w:p w:rsidR="003F611C" w:rsidRPr="00C60798" w:rsidRDefault="003F611C" w:rsidP="00003ED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0798">
              <w:t>• развитие мотивов учебной деятельности и личностный смысл учения, принятие и освоение социальной роли обуча</w:t>
            </w:r>
            <w:r w:rsidRPr="00C60798">
              <w:softHyphen/>
              <w:t>ющего;</w:t>
            </w:r>
          </w:p>
          <w:p w:rsidR="003F611C" w:rsidRPr="00C60798" w:rsidRDefault="003F611C" w:rsidP="00003ED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0798">
              <w:t>• развитие самостоятельности и личной ответственности за свои поступки на основе представлений о нравственных нор</w:t>
            </w:r>
            <w:r w:rsidRPr="00C60798">
              <w:softHyphen/>
              <w:t>мах, социальной справедливости и свободе;</w:t>
            </w:r>
          </w:p>
          <w:p w:rsidR="003F611C" w:rsidRPr="00C60798" w:rsidRDefault="003F611C" w:rsidP="00003ED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60798">
              <w:rPr>
                <w:b/>
                <w:bCs/>
              </w:rPr>
              <w:t>Метапредметные результаты</w:t>
            </w:r>
          </w:p>
          <w:p w:rsidR="003F611C" w:rsidRPr="00C60798" w:rsidRDefault="003F611C" w:rsidP="00003ED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0798">
              <w:t>• овладение способностью принимать и сохранять цели и за</w:t>
            </w:r>
            <w:r w:rsidRPr="00C60798">
              <w:softHyphen/>
              <w:t>дачи учебной деятельности, поиска средств её осуществления;</w:t>
            </w:r>
          </w:p>
          <w:p w:rsidR="003F611C" w:rsidRPr="00C60798" w:rsidRDefault="003F611C" w:rsidP="00003ED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60798">
              <w:t>• определение общей цели и путей её достижения; умение договариваться о распределении функций и ролей в совмест</w:t>
            </w:r>
            <w:r w:rsidRPr="00C60798">
              <w:softHyphen/>
              <w:t xml:space="preserve">ной деятельности; </w:t>
            </w:r>
          </w:p>
          <w:p w:rsidR="003F611C" w:rsidRDefault="003F611C" w:rsidP="00003ED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3F611C" w:rsidRPr="00C60798" w:rsidRDefault="003F611C" w:rsidP="00003ED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60798">
              <w:rPr>
                <w:b/>
                <w:bCs/>
              </w:rPr>
              <w:t xml:space="preserve">Предметные результаты </w:t>
            </w:r>
          </w:p>
          <w:p w:rsidR="003F611C" w:rsidRPr="00C60798" w:rsidRDefault="003F611C" w:rsidP="00003E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ind w:left="34" w:firstLine="425"/>
              <w:contextualSpacing/>
              <w:jc w:val="both"/>
            </w:pPr>
            <w:r w:rsidRPr="00C60798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3F611C" w:rsidRPr="00C60798" w:rsidRDefault="003F611C" w:rsidP="00003E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ind w:left="34" w:firstLine="425"/>
              <w:contextualSpacing/>
              <w:jc w:val="both"/>
            </w:pPr>
            <w:r w:rsidRPr="00C60798"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3F611C" w:rsidRPr="00C60798" w:rsidRDefault="003F611C" w:rsidP="00003ED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ind w:left="34" w:firstLine="425"/>
              <w:contextualSpacing/>
              <w:jc w:val="both"/>
            </w:pPr>
            <w:r w:rsidRPr="00C60798">
              <w:t>взаимодействовать со сверстниками по правилам проведения подвижных игр и соревнований;</w:t>
            </w:r>
          </w:p>
          <w:p w:rsidR="003F611C" w:rsidRDefault="003F611C" w:rsidP="00003ED0">
            <w:pPr>
              <w:tabs>
                <w:tab w:val="left" w:pos="16160"/>
              </w:tabs>
              <w:rPr>
                <w:lang w:eastAsia="en-US"/>
              </w:rPr>
            </w:pPr>
          </w:p>
          <w:p w:rsidR="003F611C" w:rsidRPr="00314286" w:rsidRDefault="003F611C" w:rsidP="00314286">
            <w:pPr>
              <w:rPr>
                <w:lang w:eastAsia="en-US"/>
              </w:rPr>
            </w:pPr>
          </w:p>
          <w:p w:rsidR="003F611C" w:rsidRDefault="003F611C" w:rsidP="00314286">
            <w:pPr>
              <w:rPr>
                <w:lang w:eastAsia="en-US"/>
              </w:rPr>
            </w:pPr>
          </w:p>
          <w:p w:rsidR="003F611C" w:rsidRDefault="003F611C" w:rsidP="00314286">
            <w:pPr>
              <w:rPr>
                <w:lang w:eastAsia="en-US"/>
              </w:rPr>
            </w:pPr>
          </w:p>
          <w:p w:rsidR="003F611C" w:rsidRDefault="003F611C" w:rsidP="00314286">
            <w:pPr>
              <w:rPr>
                <w:lang w:eastAsia="en-US"/>
              </w:rPr>
            </w:pPr>
          </w:p>
          <w:p w:rsidR="003F611C" w:rsidRDefault="003F611C" w:rsidP="00314286">
            <w:pPr>
              <w:rPr>
                <w:lang w:eastAsia="en-US"/>
              </w:rPr>
            </w:pPr>
          </w:p>
          <w:p w:rsidR="003F611C" w:rsidRDefault="003F611C" w:rsidP="00314286">
            <w:pPr>
              <w:rPr>
                <w:lang w:eastAsia="en-US"/>
              </w:rPr>
            </w:pPr>
          </w:p>
          <w:p w:rsidR="003F611C" w:rsidRDefault="003F611C" w:rsidP="00314286">
            <w:pPr>
              <w:rPr>
                <w:lang w:eastAsia="en-US"/>
              </w:rPr>
            </w:pPr>
          </w:p>
          <w:p w:rsidR="003F611C" w:rsidRPr="00314286" w:rsidRDefault="003F611C" w:rsidP="00314286">
            <w:pPr>
              <w:rPr>
                <w:lang w:eastAsia="en-US"/>
              </w:rPr>
            </w:pPr>
          </w:p>
          <w:p w:rsidR="003F611C" w:rsidRPr="00314286" w:rsidRDefault="003F611C" w:rsidP="00314286">
            <w:pPr>
              <w:rPr>
                <w:lang w:eastAsia="en-US"/>
              </w:rPr>
            </w:pPr>
          </w:p>
          <w:p w:rsidR="003F611C" w:rsidRPr="00314286" w:rsidRDefault="003F611C" w:rsidP="00314286">
            <w:pPr>
              <w:rPr>
                <w:lang w:eastAsia="en-US"/>
              </w:rPr>
            </w:pPr>
          </w:p>
          <w:p w:rsidR="003F611C" w:rsidRDefault="003F611C" w:rsidP="00314286">
            <w:pPr>
              <w:rPr>
                <w:lang w:eastAsia="en-US"/>
              </w:rPr>
            </w:pPr>
          </w:p>
          <w:p w:rsidR="003F611C" w:rsidRPr="00314286" w:rsidRDefault="003F611C" w:rsidP="00314286">
            <w:pPr>
              <w:rPr>
                <w:b/>
                <w:lang w:eastAsia="en-US"/>
              </w:rPr>
            </w:pPr>
            <w:r w:rsidRPr="00314286">
              <w:rPr>
                <w:b/>
                <w:lang w:eastAsia="en-US"/>
              </w:rPr>
              <w:t>Личностные результаты:</w:t>
            </w:r>
          </w:p>
          <w:p w:rsidR="003F611C" w:rsidRPr="00314286" w:rsidRDefault="003F611C" w:rsidP="00314286">
            <w:pPr>
              <w:rPr>
                <w:lang w:eastAsia="en-US"/>
              </w:rPr>
            </w:pPr>
            <w:r w:rsidRPr="00314286">
              <w:rPr>
                <w:lang w:eastAsia="en-US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3F611C" w:rsidRPr="00314286" w:rsidRDefault="003F611C" w:rsidP="00314286">
            <w:pPr>
              <w:rPr>
                <w:lang w:eastAsia="en-US"/>
              </w:rPr>
            </w:pPr>
            <w:r w:rsidRPr="00314286">
              <w:rPr>
                <w:lang w:eastAsia="en-US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3F611C" w:rsidRPr="00314286" w:rsidRDefault="003F611C" w:rsidP="00314286">
            <w:pPr>
              <w:rPr>
                <w:lang w:eastAsia="en-US"/>
              </w:rPr>
            </w:pPr>
            <w:r w:rsidRPr="00314286">
              <w:rPr>
                <w:lang w:eastAsia="en-US"/>
              </w:rPr>
              <w:t>проявлять дисциплинированность, трудолюбие и упорство в достижении поставленных целей;</w:t>
            </w:r>
          </w:p>
          <w:p w:rsidR="003F611C" w:rsidRPr="00314286" w:rsidRDefault="003F611C" w:rsidP="00314286">
            <w:pPr>
              <w:rPr>
                <w:b/>
                <w:lang w:eastAsia="en-US"/>
              </w:rPr>
            </w:pPr>
            <w:r w:rsidRPr="00314286">
              <w:rPr>
                <w:b/>
                <w:lang w:eastAsia="en-US"/>
              </w:rPr>
              <w:t>Метапредметные результаты:</w:t>
            </w:r>
          </w:p>
          <w:p w:rsidR="003F611C" w:rsidRPr="00314286" w:rsidRDefault="003F611C" w:rsidP="00314286">
            <w:pPr>
              <w:rPr>
                <w:lang w:eastAsia="en-US"/>
              </w:rPr>
            </w:pPr>
            <w:r w:rsidRPr="00314286">
              <w:rPr>
                <w:lang w:eastAsia="en-US"/>
              </w:rPr>
              <w:t>находить ошибки при выполнении учебных заданий, отбирать способы их исправления;</w:t>
            </w:r>
          </w:p>
          <w:p w:rsidR="003F611C" w:rsidRPr="00314286" w:rsidRDefault="003F611C" w:rsidP="00314286">
            <w:pPr>
              <w:rPr>
                <w:lang w:eastAsia="en-US"/>
              </w:rPr>
            </w:pPr>
            <w:r w:rsidRPr="00314286">
              <w:rPr>
                <w:lang w:eastAsia="en-US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3F611C" w:rsidRPr="00314286" w:rsidRDefault="003F611C" w:rsidP="00314286">
            <w:pPr>
              <w:rPr>
                <w:lang w:eastAsia="en-US"/>
              </w:rPr>
            </w:pPr>
            <w:r w:rsidRPr="00314286">
              <w:rPr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3F611C" w:rsidRPr="00314286" w:rsidRDefault="003F611C" w:rsidP="00314286">
            <w:pPr>
              <w:rPr>
                <w:b/>
                <w:lang w:eastAsia="en-US"/>
              </w:rPr>
            </w:pPr>
            <w:r w:rsidRPr="00314286">
              <w:rPr>
                <w:b/>
                <w:lang w:eastAsia="en-US"/>
              </w:rPr>
              <w:t xml:space="preserve">Предметные результаты </w:t>
            </w:r>
          </w:p>
          <w:p w:rsidR="003F611C" w:rsidRPr="00314286" w:rsidRDefault="003F611C" w:rsidP="00314286">
            <w:pPr>
              <w:rPr>
                <w:lang w:eastAsia="en-US"/>
              </w:rPr>
            </w:pPr>
            <w:r w:rsidRPr="00314286">
              <w:rPr>
                <w:lang w:eastAsia="en-US"/>
              </w:rPr>
              <w:t>взаимодействовать со сверстниками по правилам проведения подвижных игр и соревнований;</w:t>
            </w:r>
          </w:p>
          <w:p w:rsidR="003F611C" w:rsidRDefault="003F611C" w:rsidP="00314286">
            <w:pPr>
              <w:rPr>
                <w:lang w:eastAsia="en-US"/>
              </w:rPr>
            </w:pPr>
            <w:r w:rsidRPr="00314286">
              <w:rPr>
                <w:lang w:eastAsia="en-US"/>
              </w:rPr>
              <w:t>выполнять технические действия из базовых видов спорта, применять их в игровой и соревновательной деятельности.</w:t>
            </w:r>
          </w:p>
          <w:p w:rsidR="003F611C" w:rsidRDefault="003F611C" w:rsidP="00314286">
            <w:pPr>
              <w:rPr>
                <w:lang w:eastAsia="en-US"/>
              </w:rPr>
            </w:pPr>
          </w:p>
          <w:p w:rsidR="003F611C" w:rsidRDefault="003F611C" w:rsidP="00314286">
            <w:pPr>
              <w:rPr>
                <w:lang w:eastAsia="en-US"/>
              </w:rPr>
            </w:pPr>
          </w:p>
          <w:p w:rsidR="003F611C" w:rsidRPr="00314286" w:rsidRDefault="003F611C" w:rsidP="00314286">
            <w:pPr>
              <w:rPr>
                <w:lang w:eastAsia="en-US"/>
              </w:rPr>
            </w:pPr>
          </w:p>
          <w:p w:rsidR="003F611C" w:rsidRPr="00314286" w:rsidRDefault="003F611C" w:rsidP="00314286">
            <w:pPr>
              <w:rPr>
                <w:b/>
                <w:lang w:eastAsia="en-US"/>
              </w:rPr>
            </w:pPr>
            <w:r w:rsidRPr="00314286">
              <w:rPr>
                <w:b/>
                <w:lang w:eastAsia="en-US"/>
              </w:rPr>
              <w:t>Предметные результаты</w:t>
            </w:r>
          </w:p>
          <w:p w:rsidR="003F611C" w:rsidRPr="00314286" w:rsidRDefault="003F611C" w:rsidP="00314286">
            <w:pPr>
              <w:rPr>
                <w:lang w:eastAsia="en-US"/>
              </w:rPr>
            </w:pPr>
            <w:r w:rsidRPr="00314286">
              <w:rPr>
                <w:lang w:eastAsia="en-US"/>
              </w:rPr>
              <w:t>•овладение умениями организовывать здоровьесберегающую жизнедеятельность);</w:t>
            </w:r>
          </w:p>
          <w:p w:rsidR="003F611C" w:rsidRPr="00314286" w:rsidRDefault="003F611C" w:rsidP="00314286">
            <w:pPr>
              <w:rPr>
                <w:lang w:eastAsia="en-US"/>
              </w:rPr>
            </w:pPr>
            <w:r w:rsidRPr="00314286">
              <w:rPr>
                <w:lang w:eastAsia="en-US"/>
              </w:rPr>
              <w:t>•формирование навыка систематического наблюдения за своим физическим состоянием, величиной физических нагрузок.</w:t>
            </w:r>
          </w:p>
          <w:p w:rsidR="003F611C" w:rsidRPr="00314286" w:rsidRDefault="003F611C" w:rsidP="00314286">
            <w:pPr>
              <w:rPr>
                <w:lang w:eastAsia="en-US"/>
              </w:rPr>
            </w:pPr>
          </w:p>
          <w:p w:rsidR="003F611C" w:rsidRPr="00314286" w:rsidRDefault="003F611C" w:rsidP="00314286">
            <w:pPr>
              <w:rPr>
                <w:lang w:eastAsia="en-US"/>
              </w:rPr>
            </w:pP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Личностные результаты: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проявлять дисциплинированность, трудолюбие и упорство в достижении поставленных целей;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Метапредметные результаты: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находить ошибки при выполнении учебных заданий, отбирать способы их исправления;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 xml:space="preserve">Предметные результаты 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взаимодействовать со сверстниками по правилам проведения подвижных игр и соревнований;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выполнять технические действия из базовых видов спорта, применять их в игровой и соревновательной деятельности.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Предметные результаты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•овладение умениями организовывать здоровьесберегающую жизнедеятельность);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314286">
              <w:rPr>
                <w:lang w:eastAsia="en-US"/>
              </w:rPr>
              <w:t>•формирование навыка систематического наблюдения за своим физическим состоянием, величиной физических нагрузок.</w:t>
            </w: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314286" w:rsidRDefault="003F611C" w:rsidP="00314286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314286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14</w:t>
            </w:r>
          </w:p>
        </w:tc>
        <w:tc>
          <w:tcPr>
            <w:tcW w:w="2552" w:type="dxa"/>
          </w:tcPr>
          <w:p w:rsidR="003F611C" w:rsidRPr="00ED6C5E" w:rsidRDefault="003F611C" w:rsidP="00314286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Развитие выносливости бег 5 мин. Преодоление препятствий.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Чередование бега и ходьбы (80м бег, 90м ходьба). Подвижная игра «Перебежка с выручкой». Развитие выносливости.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15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 «Круговая эстафета» на развитие выносливости.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Урок игра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16</w:t>
            </w:r>
          </w:p>
        </w:tc>
        <w:tc>
          <w:tcPr>
            <w:tcW w:w="2552" w:type="dxa"/>
          </w:tcPr>
          <w:p w:rsidR="003F611C" w:rsidRPr="00ED6C5E" w:rsidRDefault="003F611C" w:rsidP="0054671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Развитие выносливости бег 5 мин. Преодоление препятствий.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jc w:val="center"/>
              <w:rPr>
                <w:lang w:eastAsia="en-US"/>
              </w:rPr>
            </w:pPr>
            <w:r w:rsidRPr="0054671B"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Чередование бега и ходьбы (80м бег, 90м ходьба). Подвижная игра «Перебежка с выручкой». Развитие выносливости.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8.10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17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Сдача контрольного норматива –</w:t>
            </w:r>
            <w:r w:rsidRPr="00ED6C5E">
              <w:rPr>
                <w:lang w:eastAsia="en-US"/>
              </w:rPr>
              <w:t xml:space="preserve"> бег 1 км без учета времени.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rPr>
                <w:lang w:eastAsia="en-US"/>
              </w:rPr>
            </w:pPr>
            <w:r w:rsidRPr="0054671B"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бег 1 км без учета времени.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18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 преодоление полосы препятствия.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rPr>
                <w:lang w:eastAsia="en-US"/>
              </w:rPr>
            </w:pPr>
            <w:r>
              <w:rPr>
                <w:lang w:eastAsia="en-US"/>
              </w:rPr>
              <w:t>уосз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преодоление полосы препятствия.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ED6C5E">
              <w:rPr>
                <w:b/>
                <w:i/>
                <w:lang w:eastAsia="en-US"/>
              </w:rPr>
              <w:t>Гимнастика с элементами акробатики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5F7D77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5F7D77">
              <w:rPr>
                <w:b/>
                <w:i/>
                <w:lang w:eastAsia="en-US"/>
              </w:rPr>
              <w:t>9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19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Инструктаж по Т.Б на уроках гимнастике с элементами акробатики. Совершенствование технике переката  в группировку с последующим  переворотом. 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технике переката  в группировку с последующим  переворотом.  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20</w:t>
            </w:r>
          </w:p>
        </w:tc>
        <w:tc>
          <w:tcPr>
            <w:tcW w:w="2552" w:type="dxa"/>
          </w:tcPr>
          <w:p w:rsidR="003F611C" w:rsidRPr="00ED6C5E" w:rsidRDefault="003F611C" w:rsidP="0054671B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 xml:space="preserve">Повторение кувырка в сторону, стойки, на лопатках согнув ноги, перекатов в группировке вперед и назад.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>Влияние физических упражнений на осанку. Передвижение противоходом, змейкой. Разучивание комплекса упражнений ОРУ.  Подвижная игра «</w:t>
            </w:r>
            <w:r w:rsidRPr="00ED6C5E">
              <w:rPr>
                <w:lang w:eastAsia="en-US"/>
              </w:rPr>
              <w:t>Удочка</w:t>
            </w:r>
            <w:r w:rsidRPr="00ED6C5E">
              <w:rPr>
                <w:color w:val="000000"/>
                <w:lang w:eastAsia="en-US"/>
              </w:rPr>
              <w:t>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21</w:t>
            </w:r>
          </w:p>
        </w:tc>
        <w:tc>
          <w:tcPr>
            <w:tcW w:w="2552" w:type="dxa"/>
          </w:tcPr>
          <w:p w:rsidR="003F611C" w:rsidRDefault="003F611C" w:rsidP="0054671B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 xml:space="preserve">Совершенствование технике ходьбе по бревну (до 100 см). </w:t>
            </w:r>
          </w:p>
          <w:p w:rsidR="003F611C" w:rsidRPr="00ED6C5E" w:rsidRDefault="003F611C" w:rsidP="0054671B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>Повороты на носках  и одной ноге. Приседания и переход в упор присев.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 xml:space="preserve">Переход в упор на колено. Повторение кувырка в сторону, стойки, на лопатках согнув ноги, перекатов в группировке вперед и назад. </w:t>
            </w:r>
            <w:r w:rsidRPr="00ED6C5E">
              <w:rPr>
                <w:b/>
                <w:color w:val="000000"/>
                <w:lang w:eastAsia="en-US"/>
              </w:rPr>
              <w:t>Р</w:t>
            </w:r>
            <w:r w:rsidRPr="00ED6C5E">
              <w:rPr>
                <w:color w:val="000000"/>
                <w:lang w:eastAsia="en-US"/>
              </w:rPr>
              <w:t>азучивание технике 2-3 кувырка вперед слитно.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22</w:t>
            </w:r>
          </w:p>
        </w:tc>
        <w:tc>
          <w:tcPr>
            <w:tcW w:w="2552" w:type="dxa"/>
          </w:tcPr>
          <w:p w:rsidR="003F611C" w:rsidRPr="00ED6C5E" w:rsidRDefault="003F611C" w:rsidP="0054671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Урок игра, соревнование.</w:t>
            </w:r>
            <w:r w:rsidRPr="00ED6C5E">
              <w:rPr>
                <w:lang w:eastAsia="en-US"/>
              </w:rPr>
              <w:t xml:space="preserve"> Развитие ловкости, быстроты, координации движений, внимания, равновесия.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Челночный бег 3х10м с кубиками, охотники и утки, эстафеты с  обручем и пролезанием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23</w:t>
            </w:r>
          </w:p>
        </w:tc>
        <w:tc>
          <w:tcPr>
            <w:tcW w:w="2552" w:type="dxa"/>
          </w:tcPr>
          <w:p w:rsidR="003F611C" w:rsidRPr="00ED6C5E" w:rsidRDefault="003F611C" w:rsidP="0054671B">
            <w:pPr>
              <w:tabs>
                <w:tab w:val="left" w:pos="16160"/>
              </w:tabs>
              <w:rPr>
                <w:color w:val="000000"/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 xml:space="preserve">Разучивание,  стойке на лопатках пригнувшись. Передвижение противоходом, змейкой.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>Совершенствование  комплекса упражнений ОРУ. Совершенствование технике лазания по канату  (техника, метры). Закрепление 2-3 кувырка вперед слитно</w:t>
            </w:r>
            <w:r w:rsidRPr="00ED6C5E">
              <w:rPr>
                <w:b/>
                <w:color w:val="000000"/>
                <w:lang w:eastAsia="en-US"/>
              </w:rPr>
              <w:t xml:space="preserve">. </w:t>
            </w:r>
            <w:r w:rsidRPr="00ED6C5E">
              <w:rPr>
                <w:color w:val="000000"/>
                <w:lang w:eastAsia="en-US"/>
              </w:rPr>
              <w:t>Подвижная игра</w:t>
            </w:r>
            <w:r w:rsidRPr="00ED6C5E">
              <w:rPr>
                <w:b/>
                <w:color w:val="000000"/>
                <w:lang w:eastAsia="en-US"/>
              </w:rPr>
              <w:t xml:space="preserve"> «</w:t>
            </w:r>
            <w:r w:rsidRPr="00ED6C5E">
              <w:rPr>
                <w:lang w:eastAsia="en-US"/>
              </w:rPr>
              <w:t>Парашютисты</w:t>
            </w:r>
            <w:r w:rsidRPr="00ED6C5E">
              <w:rPr>
                <w:b/>
                <w:color w:val="000000"/>
                <w:lang w:eastAsia="en-US"/>
              </w:rPr>
              <w:t>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24</w:t>
            </w:r>
          </w:p>
        </w:tc>
        <w:tc>
          <w:tcPr>
            <w:tcW w:w="2552" w:type="dxa"/>
          </w:tcPr>
          <w:p w:rsidR="003F611C" w:rsidRPr="00ED6C5E" w:rsidRDefault="003F611C" w:rsidP="0054671B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– </w:t>
            </w:r>
            <w:r w:rsidRPr="00ED6C5E">
              <w:rPr>
                <w:lang w:eastAsia="en-US"/>
              </w:rPr>
              <w:t xml:space="preserve">техника выполнения </w:t>
            </w:r>
            <w:r w:rsidRPr="00ED6C5E">
              <w:rPr>
                <w:b/>
                <w:lang w:eastAsia="en-US"/>
              </w:rPr>
              <w:t xml:space="preserve"> </w:t>
            </w:r>
            <w:r w:rsidRPr="00ED6C5E">
              <w:rPr>
                <w:color w:val="000000"/>
                <w:lang w:eastAsia="en-US"/>
              </w:rPr>
              <w:t>2-3 кувырка вперед слитно</w:t>
            </w:r>
            <w:r w:rsidRPr="00ED6C5E">
              <w:rPr>
                <w:b/>
                <w:color w:val="000000"/>
                <w:lang w:eastAsia="en-US"/>
              </w:rPr>
              <w:t xml:space="preserve">. </w:t>
            </w:r>
            <w:r w:rsidRPr="00ED6C5E">
              <w:rPr>
                <w:color w:val="000000"/>
                <w:lang w:eastAsia="en-US"/>
              </w:rPr>
              <w:t>Разучивание</w:t>
            </w:r>
            <w:r w:rsidRPr="00ED6C5E">
              <w:rPr>
                <w:b/>
                <w:color w:val="000000"/>
                <w:lang w:eastAsia="en-US"/>
              </w:rPr>
              <w:t xml:space="preserve"> </w:t>
            </w:r>
            <w:r w:rsidRPr="00ED6C5E">
              <w:rPr>
                <w:color w:val="000000"/>
                <w:lang w:eastAsia="en-US"/>
              </w:rPr>
              <w:t xml:space="preserve">из положения, лежа на спине мост.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 xml:space="preserve">Построение в две шеренги. Совершенствование технике ходьбе по бревну (до 100 см). Повороты на носках  и одной ноге. Приседания и переход в упор присев. Переход в упор на колено. </w:t>
            </w:r>
            <w:r w:rsidRPr="00ED6C5E">
              <w:rPr>
                <w:b/>
                <w:color w:val="000000"/>
                <w:lang w:eastAsia="en-US"/>
              </w:rPr>
              <w:t>С</w:t>
            </w:r>
            <w:r w:rsidRPr="00ED6C5E">
              <w:rPr>
                <w:color w:val="000000"/>
                <w:lang w:eastAsia="en-US"/>
              </w:rPr>
              <w:t xml:space="preserve"> – 2-3 кувырка вперед слитно. Закрепление технике, стойке на лопатках прогнувшись</w:t>
            </w:r>
            <w:r w:rsidRPr="00ED6C5E">
              <w:rPr>
                <w:b/>
                <w:color w:val="000000"/>
                <w:lang w:eastAsia="en-US"/>
              </w:rPr>
              <w:t xml:space="preserve">. </w:t>
            </w:r>
            <w:r w:rsidRPr="00ED6C5E">
              <w:rPr>
                <w:color w:val="000000"/>
                <w:lang w:eastAsia="en-US"/>
              </w:rPr>
              <w:t>Подвижная игра</w:t>
            </w:r>
            <w:r w:rsidRPr="00ED6C5E">
              <w:rPr>
                <w:b/>
                <w:color w:val="000000"/>
                <w:lang w:eastAsia="en-US"/>
              </w:rPr>
              <w:t xml:space="preserve"> «</w:t>
            </w:r>
            <w:r w:rsidRPr="00ED6C5E">
              <w:rPr>
                <w:lang w:eastAsia="en-US"/>
              </w:rPr>
              <w:t>Парашютисты</w:t>
            </w:r>
            <w:r w:rsidRPr="00ED6C5E">
              <w:rPr>
                <w:b/>
                <w:color w:val="000000"/>
                <w:lang w:eastAsia="en-US"/>
              </w:rPr>
              <w:t>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25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Урок игра, соревнование.</w:t>
            </w:r>
            <w:r w:rsidRPr="00ED6C5E">
              <w:rPr>
                <w:lang w:eastAsia="en-US"/>
              </w:rPr>
              <w:t xml:space="preserve"> Развитие ловкости, быстроты, координации движений, внимания. Эстафеты с предметами.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26</w:t>
            </w:r>
          </w:p>
        </w:tc>
        <w:tc>
          <w:tcPr>
            <w:tcW w:w="2552" w:type="dxa"/>
          </w:tcPr>
          <w:p w:rsidR="003F611C" w:rsidRPr="00ED6C5E" w:rsidRDefault="003F611C" w:rsidP="0054671B">
            <w:pPr>
              <w:tabs>
                <w:tab w:val="left" w:pos="16160"/>
              </w:tabs>
              <w:rPr>
                <w:b/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– </w:t>
            </w:r>
            <w:r w:rsidRPr="00ED6C5E">
              <w:rPr>
                <w:color w:val="000000"/>
                <w:lang w:eastAsia="en-US"/>
              </w:rPr>
              <w:t>стойке на лопатках прогнувшись</w:t>
            </w:r>
            <w:r w:rsidRPr="00ED6C5E">
              <w:rPr>
                <w:b/>
                <w:color w:val="000000"/>
                <w:lang w:eastAsia="en-US"/>
              </w:rPr>
              <w:t xml:space="preserve">. </w:t>
            </w:r>
            <w:r w:rsidRPr="00ED6C5E">
              <w:rPr>
                <w:color w:val="000000"/>
                <w:lang w:eastAsia="en-US"/>
              </w:rPr>
              <w:t>Построение в две шеренги</w:t>
            </w:r>
            <w:r w:rsidRPr="00ED6C5E">
              <w:rPr>
                <w:b/>
                <w:color w:val="000000"/>
                <w:lang w:eastAsia="en-US"/>
              </w:rPr>
              <w:t xml:space="preserve">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>Разучивание комплекса упражнений с гимнастическими палками. Закрепление технике  из положения лежа на спине мост.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30.10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Default="003F611C" w:rsidP="00BE6636">
            <w:pPr>
              <w:tabs>
                <w:tab w:val="left" w:pos="16160"/>
              </w:tabs>
              <w:rPr>
                <w:b/>
                <w:lang w:eastAsia="en-US"/>
              </w:rPr>
            </w:pPr>
            <w:r w:rsidRPr="00BE6636">
              <w:rPr>
                <w:b/>
                <w:lang w:eastAsia="en-US"/>
              </w:rPr>
              <w:t>II четверть</w:t>
            </w:r>
          </w:p>
          <w:p w:rsidR="003F611C" w:rsidRPr="00ED6C5E" w:rsidRDefault="003F611C" w:rsidP="00BE6636">
            <w:pPr>
              <w:tabs>
                <w:tab w:val="left" w:pos="16160"/>
              </w:tabs>
              <w:rPr>
                <w:b/>
                <w:lang w:eastAsia="en-US"/>
              </w:rPr>
            </w:pPr>
          </w:p>
        </w:tc>
        <w:tc>
          <w:tcPr>
            <w:tcW w:w="708" w:type="dxa"/>
          </w:tcPr>
          <w:p w:rsidR="003F611C" w:rsidRPr="00BE6636" w:rsidRDefault="003F611C" w:rsidP="00ED6C5E">
            <w:pPr>
              <w:rPr>
                <w:b/>
                <w:lang w:eastAsia="en-US"/>
              </w:rPr>
            </w:pPr>
            <w:r w:rsidRPr="00BE6636">
              <w:rPr>
                <w:b/>
                <w:lang w:eastAsia="en-US"/>
              </w:rPr>
              <w:t>22 ч</w:t>
            </w:r>
          </w:p>
        </w:tc>
        <w:tc>
          <w:tcPr>
            <w:tcW w:w="993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27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– </w:t>
            </w:r>
            <w:r w:rsidRPr="00ED6C5E">
              <w:rPr>
                <w:lang w:eastAsia="en-US"/>
              </w:rPr>
              <w:t>техника</w:t>
            </w:r>
            <w:r w:rsidRPr="00ED6C5E">
              <w:rPr>
                <w:color w:val="000000"/>
                <w:lang w:eastAsia="en-US"/>
              </w:rPr>
              <w:t xml:space="preserve">  из положения, лежа на спине мост.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10.11</w:t>
            </w:r>
          </w:p>
        </w:tc>
        <w:tc>
          <w:tcPr>
            <w:tcW w:w="993" w:type="dxa"/>
            <w:vMerge w:val="restart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Pr="00ED6C5E" w:rsidRDefault="003F611C" w:rsidP="00BE6636">
            <w:pPr>
              <w:tabs>
                <w:tab w:val="left" w:pos="16160"/>
              </w:tabs>
              <w:rPr>
                <w:b/>
                <w:lang w:eastAsia="en-US"/>
              </w:rPr>
            </w:pPr>
            <w:r w:rsidRPr="00BE6636">
              <w:rPr>
                <w:b/>
                <w:lang w:eastAsia="en-US"/>
              </w:rPr>
              <w:t>Подвижные игры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708" w:type="dxa"/>
          </w:tcPr>
          <w:p w:rsidR="003F611C" w:rsidRPr="00BE6636" w:rsidRDefault="003F611C" w:rsidP="00ED6C5E">
            <w:pPr>
              <w:rPr>
                <w:b/>
                <w:lang w:eastAsia="en-US"/>
              </w:rPr>
            </w:pPr>
            <w:r w:rsidRPr="00BE6636">
              <w:rPr>
                <w:b/>
                <w:lang w:eastAsia="en-US"/>
              </w:rPr>
              <w:t>9</w:t>
            </w:r>
          </w:p>
        </w:tc>
        <w:tc>
          <w:tcPr>
            <w:tcW w:w="993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28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Совершенствование навыков бега. Подвижные игры «Пустое место», «Белые медведи», «Космонавты».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  <w:vMerge w:val="restart"/>
          </w:tcPr>
          <w:p w:rsidR="003F611C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54671B">
              <w:rPr>
                <w:lang w:eastAsia="en-US"/>
              </w:rPr>
              <w:t>Совершенствование навыков бега. Подвижные игры «Пустое место», «Белые медведи», «Космонавты».</w:t>
            </w:r>
          </w:p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Развитие скоростных способностей.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12.11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29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Развитие скоростных способностей. Подвижные игры «Пустое место», «Белые медведи», «Космонавты».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377F1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30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игра. Эстафеты с предметами и без предметов.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Эстафеты с предметами и без предметов.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377F1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17.11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31</w:t>
            </w:r>
          </w:p>
        </w:tc>
        <w:tc>
          <w:tcPr>
            <w:tcW w:w="2552" w:type="dxa"/>
          </w:tcPr>
          <w:p w:rsidR="003F611C" w:rsidRPr="00ED6C5E" w:rsidRDefault="003F611C" w:rsidP="0054671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Развитие способностей ориентироваться в пространстве.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Подвижные игры «Пустое место», «Белые медведи», «Космонавты».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377F1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19.11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32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Совершенствование навыков в прыжках. Подвижные игры «Прыжки по полосам», «Волки во рву», «Удочка».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Совершенствование навыков в прыжках. Подвижные игры «Прыжки по полосам», «Волки во рву», «Удочка».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9201B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33</w:t>
            </w:r>
          </w:p>
        </w:tc>
        <w:tc>
          <w:tcPr>
            <w:tcW w:w="2552" w:type="dxa"/>
          </w:tcPr>
          <w:p w:rsidR="003F611C" w:rsidRPr="00ED6C5E" w:rsidRDefault="003F611C" w:rsidP="0054671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Развитие скоростно – силовых способностей.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Подвижные игры «Прыжки по полосам», «Волки во рву», «Удочка».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9201B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24.11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34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соревнование. «Самый быстрый».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9201B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26.11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35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Подвижные игры «Прыжки по полосам», «Волки во рву», «Удочка».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Развитие способностей ориентироваться в пространстве.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9201B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27.11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36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игра. Эстафеты.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9201B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1.12</w:t>
            </w:r>
          </w:p>
        </w:tc>
        <w:tc>
          <w:tcPr>
            <w:tcW w:w="993" w:type="dxa"/>
            <w:vMerge w:val="restart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ED6C5E">
              <w:rPr>
                <w:b/>
                <w:i/>
                <w:lang w:eastAsia="en-US"/>
              </w:rPr>
              <w:t>Гимнастика с элементами акробатики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5F7D77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5F7D77">
              <w:rPr>
                <w:b/>
                <w:i/>
                <w:lang w:eastAsia="en-US"/>
              </w:rPr>
              <w:t>9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37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Инструктаж по Т.Б на уроках гимнастике с элементами акробатики. Совершенствование технике,   лазания   по  наклонной скамейке, в упоре стоя на коленях, лежа на животе, подтягиваясь  руками.   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технике,   лазания   по  наклонной скамейке, в упоре стоя на коленях, лежа на животе, подтягиваясь  руками.    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38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>Расчет на первый – второй</w:t>
            </w:r>
            <w:r w:rsidRPr="00ED6C5E">
              <w:rPr>
                <w:b/>
                <w:color w:val="000000"/>
                <w:lang w:eastAsia="en-US"/>
              </w:rPr>
              <w:t xml:space="preserve">. </w:t>
            </w:r>
            <w:r w:rsidRPr="00ED6C5E">
              <w:rPr>
                <w:color w:val="000000"/>
                <w:lang w:eastAsia="en-US"/>
              </w:rPr>
              <w:t>Совершенствование</w:t>
            </w:r>
            <w:r w:rsidRPr="00ED6C5E">
              <w:rPr>
                <w:b/>
                <w:color w:val="000000"/>
                <w:lang w:eastAsia="en-US"/>
              </w:rPr>
              <w:t xml:space="preserve"> </w:t>
            </w:r>
            <w:r w:rsidRPr="00ED6C5E">
              <w:rPr>
                <w:color w:val="000000"/>
                <w:lang w:eastAsia="en-US"/>
              </w:rPr>
              <w:t xml:space="preserve">ОРУ с гимнастическими палками.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 xml:space="preserve">Совершенствование лазание, по наклонной скамейке подтягиваясь руками. Совершенствование лазание по гимнастической стенке влево и вправо. Подвижные игры « </w:t>
            </w:r>
            <w:r w:rsidRPr="00ED6C5E">
              <w:rPr>
                <w:lang w:eastAsia="en-US"/>
              </w:rPr>
              <w:t>Два мороза»,</w:t>
            </w:r>
            <w:r>
              <w:rPr>
                <w:lang w:eastAsia="en-US"/>
              </w:rPr>
              <w:t xml:space="preserve"> </w:t>
            </w:r>
            <w:r w:rsidRPr="00ED6C5E">
              <w:rPr>
                <w:lang w:eastAsia="en-US"/>
              </w:rPr>
              <w:t>«Пробеги под скакалкой».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AF7140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39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Урок соревнование.</w:t>
            </w:r>
            <w:r w:rsidRPr="00ED6C5E">
              <w:rPr>
                <w:lang w:eastAsia="en-US"/>
              </w:rPr>
              <w:t xml:space="preserve"> Развитие ловкости, быстроты, координации движений, внимания.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AF7140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8.12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40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 xml:space="preserve">Обучение перелезание через бревно, коня (80-100 см). Ходьба по бревну (до 100 см).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>Повороты на носках  и одной ноге. Приседания и переход в упор присев. Переход в упор на колено. Седы сбоку, верхом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AF7140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41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ED6C5E">
              <w:rPr>
                <w:b/>
                <w:color w:val="000000"/>
                <w:lang w:eastAsia="en-US"/>
              </w:rPr>
              <w:t xml:space="preserve">Сдача контрольного норматива – </w:t>
            </w:r>
            <w:r w:rsidRPr="00ED6C5E">
              <w:rPr>
                <w:color w:val="000000"/>
                <w:lang w:eastAsia="en-US"/>
              </w:rPr>
              <w:t>сгибание разгибание рук в упоре лежа. Совершенствование</w:t>
            </w:r>
            <w:r w:rsidRPr="00ED6C5E">
              <w:rPr>
                <w:b/>
                <w:color w:val="000000"/>
                <w:lang w:eastAsia="en-US"/>
              </w:rPr>
              <w:t xml:space="preserve"> </w:t>
            </w:r>
            <w:r w:rsidRPr="00ED6C5E">
              <w:rPr>
                <w:color w:val="000000"/>
                <w:lang w:eastAsia="en-US"/>
              </w:rPr>
              <w:t xml:space="preserve">перестроение из одной в две шеренги.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 xml:space="preserve">Лазание по наклонной скамейке на коленях. Лазание, по наклонной скамейке подтягиваясь руками. Лазание по гимнастической стенке влево и вправо. Перелезание через бревно, коня (80-100 см).  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42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Урок игра. </w:t>
            </w:r>
            <w:r w:rsidRPr="00ED6C5E">
              <w:rPr>
                <w:lang w:eastAsia="en-US"/>
              </w:rPr>
              <w:t>Развитие координационных способностей, смелости, силы, ловкости, равновесия. Эстафеты с предметами.</w:t>
            </w:r>
          </w:p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43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color w:val="000000"/>
                <w:lang w:eastAsia="en-US"/>
              </w:rPr>
              <w:t xml:space="preserve">Сдача контрольного норматива </w:t>
            </w:r>
            <w:r w:rsidRPr="00ED6C5E">
              <w:rPr>
                <w:color w:val="000000"/>
                <w:lang w:eastAsia="en-US"/>
              </w:rPr>
              <w:t xml:space="preserve">– наклоны вперед сидя на полу. Совершенствование перестроение из одной в две шеренги.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>ОРУ на гимнастической скамейке. Ходьба по бревну (до 100 см). Повороты на носках  и одной ноге. Приседания и переход в упор присев. Переход в упор на колено. Седы сбоку, верхом. Танцевальное упражнения шаги галопа в парах, шаги польки.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44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Урок игра. </w:t>
            </w:r>
            <w:r w:rsidRPr="00ED6C5E">
              <w:rPr>
                <w:lang w:eastAsia="en-US"/>
              </w:rPr>
              <w:t>Развитие координационных способностей, смелости, силы, ловкости, равновесия. Эстафеты с предметами.</w:t>
            </w:r>
          </w:p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Игры по выбору детей.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9D40D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45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color w:val="000000"/>
                <w:lang w:eastAsia="en-US"/>
              </w:rPr>
              <w:t xml:space="preserve">Совершенствование перестроение из одной в две шеренги. ОРУ на гимнастической скамейке. Ходьба по бревну (до 100 см).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3F611C" w:rsidRDefault="003F611C">
            <w:r w:rsidRPr="009D40D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22.12</w:t>
            </w:r>
          </w:p>
        </w:tc>
        <w:tc>
          <w:tcPr>
            <w:tcW w:w="993" w:type="dxa"/>
            <w:vMerge w:val="restart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A3733C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ED6C5E">
              <w:rPr>
                <w:b/>
                <w:i/>
                <w:lang w:eastAsia="en-US"/>
              </w:rPr>
              <w:t>Подвижные игры с элементами баскетбола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5F7D77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5F7D77">
              <w:rPr>
                <w:b/>
                <w:i/>
                <w:lang w:eastAsia="en-US"/>
              </w:rPr>
              <w:t>6</w:t>
            </w:r>
          </w:p>
        </w:tc>
        <w:tc>
          <w:tcPr>
            <w:tcW w:w="3402" w:type="dxa"/>
            <w:gridSpan w:val="2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46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Инструктаж по Т.Б на уроках подвижных игр с элементами баскетбола. Совершенствование технике ловля и передача мяча в движении.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Игра «Гонка мячей по кругу». Развитие координационных способностей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1E024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47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технике ведения мяча с изменением направления и скорости.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Эстафеты. Игра «Гонка мячей по кругу». Развитие координационных способностей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1E024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48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технике ведения мяча правой и левой рукой в движении.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Эстафеты. Игра «Овладей мячом». Развитие  координационных способностей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1E024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29.12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Default="003F611C" w:rsidP="005F7D77">
            <w:pPr>
              <w:tabs>
                <w:tab w:val="left" w:pos="16160"/>
              </w:tabs>
              <w:rPr>
                <w:b/>
                <w:lang w:eastAsia="en-US"/>
              </w:rPr>
            </w:pPr>
            <w:r w:rsidRPr="005F7D77">
              <w:rPr>
                <w:b/>
                <w:lang w:eastAsia="en-US"/>
              </w:rPr>
              <w:t xml:space="preserve">3 четверть </w:t>
            </w:r>
          </w:p>
          <w:p w:rsidR="003F611C" w:rsidRPr="005F7D77" w:rsidRDefault="003F611C" w:rsidP="005F7D77">
            <w:pPr>
              <w:tabs>
                <w:tab w:val="left" w:pos="16160"/>
              </w:tabs>
              <w:rPr>
                <w:b/>
                <w:lang w:eastAsia="en-US"/>
              </w:rPr>
            </w:pPr>
          </w:p>
        </w:tc>
        <w:tc>
          <w:tcPr>
            <w:tcW w:w="708" w:type="dxa"/>
          </w:tcPr>
          <w:p w:rsidR="003F611C" w:rsidRPr="005F7D77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 w:rsidRPr="005F7D77">
              <w:rPr>
                <w:b/>
                <w:lang w:eastAsia="en-US"/>
              </w:rPr>
              <w:t>28 ч</w:t>
            </w:r>
          </w:p>
        </w:tc>
        <w:tc>
          <w:tcPr>
            <w:tcW w:w="993" w:type="dxa"/>
          </w:tcPr>
          <w:p w:rsidR="003F611C" w:rsidRPr="005F7D77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1E024A" w:rsidRDefault="003F611C">
            <w:pPr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993" w:type="dxa"/>
            <w:vMerge w:val="restart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49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 Урок -  игра эстафеты. Игра «Снайперы».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Игра в мини-баскетбол. Развитие координационных способностей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1E024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50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технике броска мяча в кольцо двумя руками от груди.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Эстафеты. Игра «Снайперы». Игра в мини-баскетбол. Развитие координационных способностей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1E024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14.01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51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Сдача контрольного норматива</w:t>
            </w:r>
            <w:r w:rsidRPr="00ED6C5E">
              <w:rPr>
                <w:lang w:eastAsia="en-US"/>
              </w:rPr>
              <w:t xml:space="preserve">  - броска мяча в кольцо.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Игра «Снайперы». Игра в мини-баскетбол.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ED6C5E">
              <w:rPr>
                <w:b/>
                <w:i/>
                <w:lang w:eastAsia="en-US"/>
              </w:rPr>
              <w:t>Лыжная подготовка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19.01</w:t>
            </w:r>
          </w:p>
        </w:tc>
        <w:tc>
          <w:tcPr>
            <w:tcW w:w="993" w:type="dxa"/>
            <w:vMerge w:val="restart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52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Инструктаж по ТБ на уроках лыжной подготовке. Построение, надевание, снимание лыж, переноска лыж под рукой, уклада лыж на снег, передвижение на лыжах» построение и перестроение на лыжах, п/и «По местам»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Построение, надевание, снимание лыж, переноска лыж под рукой, уклада лыж на снег, передвижение на лыжах» построение и перестроение на лыжах, п/и «По местам»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9756F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53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Обучение технике попеременного двухшажного хода без палок.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Совершенствование технике скользящего шага. Игра в снежки на лыжах. Прохождение на лыжах 1 км.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9756F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21.01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54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Обучение технике попеременного двухшажного хода с палками.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9756F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55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соревнования – кот быстрее придет к финишу.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295A78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Совершенствование технике скользящего шага. Прохождение на лыжах 1 км.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9756F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26.01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56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Обучение технике подъема «лесенкой».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  <w:vMerge w:val="restart"/>
          </w:tcPr>
          <w:p w:rsidR="003F611C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Совершенствование технике попеременного двухшажного хода с палками. Нарисуй солнце на лыжах.</w:t>
            </w:r>
            <w:r>
              <w:rPr>
                <w:lang w:eastAsia="en-US"/>
              </w:rPr>
              <w:t xml:space="preserve"> </w:t>
            </w:r>
          </w:p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Прохождение на лыжах 1.5 км.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9756F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57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 Совершенствование технике подъема «лесенкой». Закрепление технике попеременного двухшажного хода с палками.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9756FD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 w:val="restart"/>
          </w:tcPr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Личностные результаты: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проявлять дисциплинированность, трудолюбие и упорство в достижении поставленных целей;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Метапредметные результаты: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находить ошибки при выполнении учебных заданий, отбирать способы их исправления;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 xml:space="preserve">Предметные результаты 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взаимодействовать со сверстниками по правилам проведения подвижных игр и соревнований;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выполнять технические действия из базовых видов спорта, применять их в игровой и соревновательной деятельности.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Предметные результаты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•овладение умениями организовывать здоровьесберегающую жизнедеятельность);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2634B">
              <w:rPr>
                <w:lang w:eastAsia="en-US"/>
              </w:rPr>
              <w:t>•формирование навыка систематического наблюдения за своим физическим состоянием, величиной физических нагрузок.</w:t>
            </w: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</w:p>
          <w:p w:rsidR="003F611C" w:rsidRPr="00E2634B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</w:p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29.01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58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Сдача контрольного норматива</w:t>
            </w:r>
            <w:r w:rsidRPr="00ED6C5E">
              <w:rPr>
                <w:lang w:eastAsia="en-US"/>
              </w:rPr>
              <w:t xml:space="preserve">  - техника попеременного двухшажного хода с палками.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Закрепление технике подъема «лесенкой». Игра в снежки на лыжах. Прохождение на лыжах 1.5 км.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59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игра. Эстафеты на лыжах.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60</w:t>
            </w:r>
          </w:p>
        </w:tc>
        <w:tc>
          <w:tcPr>
            <w:tcW w:w="2552" w:type="dxa"/>
          </w:tcPr>
          <w:p w:rsidR="003F611C" w:rsidRPr="00ED6C5E" w:rsidRDefault="003F611C" w:rsidP="00295A78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Сдача контрольного норматива</w:t>
            </w:r>
            <w:r w:rsidRPr="00ED6C5E">
              <w:rPr>
                <w:lang w:eastAsia="en-US"/>
              </w:rPr>
              <w:t xml:space="preserve">  - техника подъема «лесенкой». Обучение спуска в высокой и низкой стойках.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Прохождение на лыжах 1.5 км.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61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Совершенствование спуска в высокой и низкой стойках. Прохождение на лыжах 2 км.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Совершенствование спуска в высокой и низкой стойках. Прохождение на лыжах 2 км.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874400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62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игра. Эстафеты на лыжах.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Эстафеты на лыжах.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874400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63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</w:t>
            </w:r>
            <w:r w:rsidRPr="00ED6C5E">
              <w:rPr>
                <w:lang w:eastAsia="en-US"/>
              </w:rPr>
              <w:t>– бег на лыжах 2 км на время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бег на лыжах 2 км на время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64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F50407">
              <w:rPr>
                <w:lang w:eastAsia="en-US"/>
              </w:rPr>
              <w:t>Совершенствование спуска в высокой и низкой стойках. Прохождение на лыжах 2 км.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  <w:vMerge w:val="restart"/>
          </w:tcPr>
          <w:p w:rsidR="003F611C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Совершенствование технике попеременного двухшажного хода с палками. Нарисуй солнце на лыжах.</w:t>
            </w:r>
            <w:r>
              <w:rPr>
                <w:lang w:eastAsia="en-US"/>
              </w:rPr>
              <w:t xml:space="preserve"> </w:t>
            </w:r>
          </w:p>
          <w:p w:rsidR="003F611C" w:rsidRPr="00ED6C5E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Прохождение на лыжах 1.5 км.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65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F50407">
              <w:rPr>
                <w:lang w:eastAsia="en-US"/>
              </w:rPr>
              <w:t>Совершенствование технике подъема «лесенкой». Закрепление технике попеременного двухшажного хода с палками.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  <w:vMerge/>
          </w:tcPr>
          <w:p w:rsidR="003F611C" w:rsidRPr="00ED6C5E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66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F50407">
              <w:rPr>
                <w:lang w:eastAsia="en-US"/>
              </w:rPr>
              <w:t>Урок соревнования – кот быстрее придет к финишу.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67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F50407">
              <w:rPr>
                <w:lang w:eastAsia="en-US"/>
              </w:rPr>
              <w:t>Обучение технике попеременного двухшажного хода без палок.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68</w:t>
            </w:r>
          </w:p>
        </w:tc>
        <w:tc>
          <w:tcPr>
            <w:tcW w:w="2552" w:type="dxa"/>
          </w:tcPr>
          <w:p w:rsidR="003F611C" w:rsidRPr="00F50407" w:rsidRDefault="003F611C" w:rsidP="00ED6C5E">
            <w:pPr>
              <w:rPr>
                <w:lang w:eastAsia="en-US"/>
              </w:rPr>
            </w:pPr>
            <w:r w:rsidRPr="00F50407">
              <w:rPr>
                <w:lang w:eastAsia="en-US"/>
              </w:rPr>
              <w:t>Урок игра. Эстафеты на лыжах.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Эстафеты на лыжах.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26.02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69</w:t>
            </w:r>
          </w:p>
        </w:tc>
        <w:tc>
          <w:tcPr>
            <w:tcW w:w="2552" w:type="dxa"/>
          </w:tcPr>
          <w:p w:rsidR="003F611C" w:rsidRPr="00F50407" w:rsidRDefault="003F611C" w:rsidP="00ED6C5E">
            <w:pPr>
              <w:rPr>
                <w:lang w:eastAsia="en-US"/>
              </w:rPr>
            </w:pPr>
            <w:r w:rsidRPr="00F50407">
              <w:rPr>
                <w:lang w:eastAsia="en-US"/>
              </w:rPr>
              <w:t>Совершенствование технике подъема «лесенкой». Закрепление технике попеременного двухшажного хода с палками.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уосз</w:t>
            </w:r>
          </w:p>
        </w:tc>
        <w:tc>
          <w:tcPr>
            <w:tcW w:w="2409" w:type="dxa"/>
            <w:vMerge w:val="restart"/>
          </w:tcPr>
          <w:p w:rsidR="003F611C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Совершенствование технике попеременного двухшажного хода с палками. Нарисуй солнце на лыжах.</w:t>
            </w:r>
            <w:r>
              <w:rPr>
                <w:lang w:eastAsia="en-US"/>
              </w:rPr>
              <w:t xml:space="preserve"> </w:t>
            </w:r>
          </w:p>
          <w:p w:rsidR="003F611C" w:rsidRPr="00ED6C5E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Прохождение на лыжах 1.5 км.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2.03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70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Обучение спуска в высокой и низкой стойках.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4.03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71</w:t>
            </w:r>
          </w:p>
        </w:tc>
        <w:tc>
          <w:tcPr>
            <w:tcW w:w="2552" w:type="dxa"/>
          </w:tcPr>
          <w:p w:rsidR="003F611C" w:rsidRPr="00F50407" w:rsidRDefault="003F611C" w:rsidP="00ED6C5E">
            <w:pPr>
              <w:rPr>
                <w:lang w:eastAsia="en-US"/>
              </w:rPr>
            </w:pPr>
            <w:r w:rsidRPr="00F50407">
              <w:rPr>
                <w:lang w:eastAsia="en-US"/>
              </w:rPr>
              <w:t>Урок игра. Эстафеты на лыжах.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Эстафеты на лыжах.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5.03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ED6C5E">
              <w:rPr>
                <w:b/>
                <w:i/>
                <w:lang w:eastAsia="en-US"/>
              </w:rPr>
              <w:t>Подвижные игры с элементами баскетбола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Инструктаж по Т.Б на уроках подвижных игр с элементами баскетбола. Совершенствование технике ловля и передача мяча в движении.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Игра «Гонка мячей по кругу». Развитие координационных способностей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11.03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73-74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технике ведения мяча с изменением направления и скорости.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Эстафеты. Игра «Гонка мячей по кругу». Развитие координационных способностей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12.03</w:t>
            </w: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16.03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75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технике ведения мяча правой и левой рукой в движении.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Эстафеты. Игра «Овладей мячом». Развитие  координационных способностей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18.03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76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 Урок -  игра эстафеты.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Игра «Снайперы». Игра в мини-баскетбол. Развитие координационных способностей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19.03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Pr="00F50407" w:rsidRDefault="003F611C" w:rsidP="00C435D5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Pr="00F50407">
              <w:rPr>
                <w:b/>
                <w:lang w:val="en-US" w:eastAsia="en-US"/>
              </w:rPr>
              <w:t xml:space="preserve"> </w:t>
            </w:r>
            <w:r w:rsidRPr="00F50407">
              <w:rPr>
                <w:b/>
                <w:lang w:eastAsia="en-US"/>
              </w:rPr>
              <w:t>четверть</w:t>
            </w:r>
          </w:p>
        </w:tc>
        <w:tc>
          <w:tcPr>
            <w:tcW w:w="708" w:type="dxa"/>
          </w:tcPr>
          <w:p w:rsidR="003F611C" w:rsidRDefault="003F611C" w:rsidP="00C435D5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 w:rsidRPr="00F50407">
              <w:rPr>
                <w:b/>
                <w:lang w:eastAsia="en-US"/>
              </w:rPr>
              <w:t>24</w:t>
            </w:r>
          </w:p>
          <w:p w:rsidR="003F611C" w:rsidRPr="00F50407" w:rsidRDefault="003F611C" w:rsidP="00C435D5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993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30.03</w:t>
            </w:r>
          </w:p>
        </w:tc>
        <w:tc>
          <w:tcPr>
            <w:tcW w:w="993" w:type="dxa"/>
            <w:vMerge w:val="restart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77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технике броска мяча в кольцо двумя руками от груди.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Эстафеты. Игра «Снайперы». Игра в мини-баскетбол. Развитие координационных способностей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78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Сдача контрольного норматива</w:t>
            </w:r>
            <w:r w:rsidRPr="00ED6C5E">
              <w:rPr>
                <w:lang w:eastAsia="en-US"/>
              </w:rPr>
              <w:t xml:space="preserve">  - броска мяча в кольцо.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Игра «Снайперы». Игра в мини-баскетбол.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79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Инструктаж по Т.Б на уроках подвижных игр. Совершенствование технике на месте в движении в квадратах.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Ведения мяча на с изменением направлением. Эстафеты.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C435D5" w:rsidTr="00003ED0">
        <w:tc>
          <w:tcPr>
            <w:tcW w:w="675" w:type="dxa"/>
          </w:tcPr>
          <w:p w:rsidR="003F611C" w:rsidRPr="00C435D5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552" w:type="dxa"/>
          </w:tcPr>
          <w:p w:rsidR="003F611C" w:rsidRDefault="003F611C" w:rsidP="00E2634B">
            <w:pPr>
              <w:tabs>
                <w:tab w:val="left" w:pos="16160"/>
              </w:tabs>
              <w:rPr>
                <w:b/>
                <w:i/>
                <w:lang w:eastAsia="en-US"/>
              </w:rPr>
            </w:pPr>
            <w:r w:rsidRPr="00C435D5">
              <w:rPr>
                <w:b/>
                <w:i/>
                <w:lang w:eastAsia="en-US"/>
              </w:rPr>
              <w:t>Подвижные игры</w:t>
            </w:r>
          </w:p>
          <w:p w:rsidR="003F611C" w:rsidRPr="00C435D5" w:rsidRDefault="003F611C" w:rsidP="00E2634B">
            <w:pPr>
              <w:tabs>
                <w:tab w:val="left" w:pos="16160"/>
              </w:tabs>
              <w:rPr>
                <w:b/>
                <w:i/>
                <w:lang w:eastAsia="en-US"/>
              </w:rPr>
            </w:pPr>
          </w:p>
        </w:tc>
        <w:tc>
          <w:tcPr>
            <w:tcW w:w="708" w:type="dxa"/>
          </w:tcPr>
          <w:p w:rsidR="003F611C" w:rsidRPr="00C435D5" w:rsidRDefault="003F611C" w:rsidP="00ED6C5E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8</w:t>
            </w:r>
          </w:p>
        </w:tc>
        <w:tc>
          <w:tcPr>
            <w:tcW w:w="993" w:type="dxa"/>
          </w:tcPr>
          <w:p w:rsidR="003F611C" w:rsidRPr="00C435D5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409" w:type="dxa"/>
          </w:tcPr>
          <w:p w:rsidR="003F611C" w:rsidRPr="00C435D5" w:rsidRDefault="003F611C" w:rsidP="0054671B">
            <w:pPr>
              <w:tabs>
                <w:tab w:val="left" w:pos="16160"/>
              </w:tabs>
              <w:jc w:val="both"/>
              <w:rPr>
                <w:b/>
                <w:i/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C435D5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276" w:type="dxa"/>
          </w:tcPr>
          <w:p w:rsidR="003F611C" w:rsidRPr="00C435D5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C435D5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Pr="00C435D5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6.04</w:t>
            </w:r>
          </w:p>
        </w:tc>
        <w:tc>
          <w:tcPr>
            <w:tcW w:w="993" w:type="dxa"/>
            <w:vMerge w:val="restart"/>
          </w:tcPr>
          <w:p w:rsidR="003F611C" w:rsidRPr="00C435D5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80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ударов по воротом в футболе.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Подвижные игры «Снайпера».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3538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81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Урок игра.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Игры на развитие координации.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3538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8.04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82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Совершенствование держания, ловли, передачи, броска и ведения мяча.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Подвижные игры «Гонка мячей», «Вызов по имени», «Овладей мячом», «Подвижная цель».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3538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83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Развитие способностей к дифференцированию параметров движений.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Подвижные игры «Мяч в воздухе», «Охотники и утки», «Быстро и точно».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3538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 w:val="restart"/>
          </w:tcPr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Личностные результаты: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проявлять дисциплинированность, трудолюбие и упорство в достижении поставленных целей;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Метапредметные результаты: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находить ошибки при выполнении учебных заданий, отбирать способы их исправления;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 xml:space="preserve">Предметные результаты 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взаимодействовать со сверстниками по правилам проведения подвижных игр и соревнований;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выполнять технические действия из базовых видов спорта, применять их в игровой и соревновательной деятельности.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Предметные результаты</w:t>
            </w:r>
          </w:p>
          <w:p w:rsidR="003F611C" w:rsidRPr="00F50407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•овладение умениями организовывать здоровьесберегающую жизнедеятельность);</w:t>
            </w:r>
          </w:p>
          <w:p w:rsidR="003F611C" w:rsidRPr="00ED6C5E" w:rsidRDefault="003F611C" w:rsidP="00F50407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F50407">
              <w:rPr>
                <w:lang w:eastAsia="en-US"/>
              </w:rPr>
              <w:t>•формирование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84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Урок игра.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Эстафеты с предметами.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3538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85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Развитие способностей ориентированию в пространстве.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  <w:vMerge w:val="restart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Подвижные игры «Снайперы»,  «Игры с ведением мяча».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3538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86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Игра в футбол.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уосз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3538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87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игра. Эстафеты.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  <w:vMerge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E3538A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ED6C5E">
              <w:rPr>
                <w:b/>
                <w:i/>
                <w:lang w:eastAsia="en-US"/>
              </w:rPr>
              <w:t>Легкоатлетические упражнения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 w:rsidRPr="00ED6C5E">
              <w:rPr>
                <w:b/>
                <w:lang w:eastAsia="en-US"/>
              </w:rPr>
              <w:t>9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88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Инструктаж по Т.Б на уроках легкоатлетических упражнений. Обучение технике прыжка в высоту до 60 см.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Обучение технике прыжка в высоту до 60 см.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3E14FE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89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 Эстафете без предметов.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Эстафете без предметов.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3E14FE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90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- </w:t>
            </w:r>
            <w:r w:rsidRPr="00ED6C5E">
              <w:rPr>
                <w:lang w:eastAsia="en-US"/>
              </w:rPr>
              <w:t xml:space="preserve">прыжок в высоту. Совершенствование технике бега с максимальной скоростью 60 м.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Ходьба через несколько препятствий. Подвижная игра «Белые медведи», Развитие скоростных способностей.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91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Сдача контрольного норматива -</w:t>
            </w:r>
            <w:r w:rsidRPr="00ED6C5E">
              <w:rPr>
                <w:lang w:eastAsia="en-US"/>
              </w:rPr>
              <w:t xml:space="preserve"> бег на результат 30 м. Развитие скоростных способностей.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Игра «Смена сторон». Понятия: </w:t>
            </w:r>
            <w:r w:rsidRPr="00ED6C5E">
              <w:rPr>
                <w:i/>
                <w:lang w:eastAsia="en-US"/>
              </w:rPr>
              <w:t>эстафета, старт, финиш.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30.04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92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rPr>
                <w:b/>
                <w:lang w:eastAsia="en-US"/>
              </w:rPr>
            </w:pPr>
            <w:r w:rsidRPr="00ED6C5E">
              <w:rPr>
                <w:lang w:eastAsia="en-US"/>
              </w:rPr>
              <w:t xml:space="preserve">Урок – игра кто дальше прыгнет. Обучение технике прыжка в длину с разбега.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Прыжок в длину с места. Подвижная игра «Гуси-лебеди». Развитие скоростно-силовых качеств. Влияние бега на здоровье.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4.05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93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- </w:t>
            </w:r>
            <w:r w:rsidRPr="00ED6C5E">
              <w:rPr>
                <w:lang w:eastAsia="en-US"/>
              </w:rPr>
              <w:t>прыжка с места на результат</w:t>
            </w:r>
            <w:r w:rsidRPr="00ED6C5E">
              <w:rPr>
                <w:b/>
                <w:lang w:eastAsia="en-US"/>
              </w:rPr>
              <w:t>.</w:t>
            </w:r>
            <w:r w:rsidRPr="00ED6C5E">
              <w:rPr>
                <w:lang w:eastAsia="en-US"/>
              </w:rPr>
              <w:t xml:space="preserve"> Совершенствование технике прыжка в длину с разбега с зоны отталкивания.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Многоскоки. Подвижная игра «Прыгающие воробушки». Развитие скоростно-силовых качеств. Правила соревнования в беге, прыжках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6.05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94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- </w:t>
            </w:r>
            <w:r w:rsidRPr="00ED6C5E">
              <w:rPr>
                <w:lang w:eastAsia="en-US"/>
              </w:rPr>
              <w:t xml:space="preserve">прыжка в длину с разбега. Многоскоки. 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Подвижная игра «Прыгающие воробушки». Развитие скоростно-силовых качеств. Правила соревнования в беге, прыжках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7.05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95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Урок игра. Кто дальше метнет маленький мяч. Совершенствование технике метания малого мяча с места на дальность и на заданное расстояние.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Метание в цель с 4-5 м. Подвижная игра «Зайцы в огороде». Развитие скоростно-силовых качеств. Правила соревнований в метаниях.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11.05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96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 xml:space="preserve">Сдача контрольного норматива – </w:t>
            </w:r>
            <w:r w:rsidRPr="00ED6C5E">
              <w:rPr>
                <w:lang w:eastAsia="en-US"/>
              </w:rPr>
              <w:t xml:space="preserve">техника метания малого мяча.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rPr>
                <w:rFonts w:ascii="Calibri" w:hAnsi="Calibri"/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Подвижная игра «Прыгающие воробушки».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13.05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i/>
                <w:lang w:eastAsia="en-US"/>
              </w:rPr>
            </w:pPr>
            <w:r w:rsidRPr="00ED6C5E">
              <w:rPr>
                <w:b/>
                <w:i/>
                <w:lang w:eastAsia="en-US"/>
              </w:rPr>
              <w:t>Кроссовая подготовка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14.05</w:t>
            </w:r>
          </w:p>
        </w:tc>
        <w:tc>
          <w:tcPr>
            <w:tcW w:w="993" w:type="dxa"/>
            <w:vMerge w:val="restart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97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Развитие выносливости бег 4 мин. Преодоление препятствий.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Чередование бега и ходьбы (70м бег, 100м ходьба). Подвижная игра «Салки на марше». Развитие выносливости. Измерение роста, веса, силы.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C13464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98</w:t>
            </w:r>
          </w:p>
        </w:tc>
        <w:tc>
          <w:tcPr>
            <w:tcW w:w="2552" w:type="dxa"/>
          </w:tcPr>
          <w:p w:rsidR="003F611C" w:rsidRPr="00ED6C5E" w:rsidRDefault="003F611C" w:rsidP="00E2634B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Развитие выносливости бег 5 мин. Преодоление препятствий.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Чередование бега и ходьбы (80м бег, 90м ходьба). Подвижная игра «Перебежка с выручкой». Развитие выносливости.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C13464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18.05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99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 «Круговая эстафета» на развитие выносливости.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«Круговая эстафета»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C13464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20.05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100</w:t>
            </w:r>
          </w:p>
        </w:tc>
        <w:tc>
          <w:tcPr>
            <w:tcW w:w="2552" w:type="dxa"/>
          </w:tcPr>
          <w:p w:rsidR="003F611C" w:rsidRPr="00ED6C5E" w:rsidRDefault="003F611C" w:rsidP="00430999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 xml:space="preserve">Развитие выносливости бег 5 мин. Преодоление препятствий. 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узнзву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Чередование бега и ходьбы (80м бег, 90м ходьба). Подвижная игра «Перебежка с выручкой». Развитие выносливости.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Default="003F611C">
            <w:r w:rsidRPr="00C13464"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21.05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101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b/>
                <w:lang w:eastAsia="en-US"/>
              </w:rPr>
              <w:t>Сдача контрольного норматива –</w:t>
            </w:r>
            <w:r w:rsidRPr="00ED6C5E">
              <w:rPr>
                <w:lang w:eastAsia="en-US"/>
              </w:rPr>
              <w:t xml:space="preserve"> бег 1 км без учета времени.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бег 1 км без учета времени.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  <w:tr w:rsidR="003F611C" w:rsidRPr="00ED6C5E" w:rsidTr="00003ED0">
        <w:tc>
          <w:tcPr>
            <w:tcW w:w="675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 w:rsidRPr="00ED6C5E">
              <w:rPr>
                <w:lang w:eastAsia="en-US"/>
              </w:rPr>
              <w:t>102</w:t>
            </w:r>
            <w:r>
              <w:rPr>
                <w:lang w:eastAsia="en-US"/>
              </w:rPr>
              <w:t>-103</w:t>
            </w:r>
          </w:p>
        </w:tc>
        <w:tc>
          <w:tcPr>
            <w:tcW w:w="2552" w:type="dxa"/>
          </w:tcPr>
          <w:p w:rsidR="003F611C" w:rsidRPr="00ED6C5E" w:rsidRDefault="003F611C" w:rsidP="00ED6C5E">
            <w:pPr>
              <w:tabs>
                <w:tab w:val="left" w:pos="16160"/>
              </w:tabs>
              <w:rPr>
                <w:lang w:eastAsia="en-US"/>
              </w:rPr>
            </w:pPr>
            <w:r w:rsidRPr="00ED6C5E">
              <w:rPr>
                <w:lang w:eastAsia="en-US"/>
              </w:rPr>
              <w:t>Урок игра преодоление полосы препятствия.</w:t>
            </w:r>
          </w:p>
        </w:tc>
        <w:tc>
          <w:tcPr>
            <w:tcW w:w="708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3" w:type="dxa"/>
          </w:tcPr>
          <w:p w:rsidR="003F611C" w:rsidRPr="0054671B" w:rsidRDefault="003F611C" w:rsidP="00ED6C5E">
            <w:pPr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409" w:type="dxa"/>
          </w:tcPr>
          <w:p w:rsidR="003F611C" w:rsidRPr="00ED6C5E" w:rsidRDefault="003F611C" w:rsidP="0054671B">
            <w:pPr>
              <w:tabs>
                <w:tab w:val="left" w:pos="16160"/>
              </w:tabs>
              <w:jc w:val="both"/>
              <w:rPr>
                <w:lang w:eastAsia="en-US"/>
              </w:rPr>
            </w:pPr>
            <w:r w:rsidRPr="00ED6C5E">
              <w:rPr>
                <w:lang w:eastAsia="en-US"/>
              </w:rPr>
              <w:t>преодоление полосы препятствия.</w:t>
            </w:r>
          </w:p>
        </w:tc>
        <w:tc>
          <w:tcPr>
            <w:tcW w:w="2268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126" w:type="dxa"/>
            <w:vMerge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3F611C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27.05</w:t>
            </w:r>
          </w:p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28.05</w:t>
            </w:r>
          </w:p>
        </w:tc>
        <w:tc>
          <w:tcPr>
            <w:tcW w:w="993" w:type="dxa"/>
          </w:tcPr>
          <w:p w:rsidR="003F611C" w:rsidRPr="00ED6C5E" w:rsidRDefault="003F611C" w:rsidP="00ED6C5E">
            <w:pPr>
              <w:tabs>
                <w:tab w:val="left" w:pos="16160"/>
              </w:tabs>
              <w:jc w:val="center"/>
              <w:rPr>
                <w:lang w:eastAsia="en-US"/>
              </w:rPr>
            </w:pPr>
          </w:p>
        </w:tc>
      </w:tr>
    </w:tbl>
    <w:p w:rsidR="003F611C" w:rsidRPr="00B20233" w:rsidRDefault="003F611C" w:rsidP="00403C6D">
      <w:pPr>
        <w:rPr>
          <w:b/>
          <w:lang w:eastAsia="en-US"/>
        </w:rPr>
      </w:pPr>
      <w:r w:rsidRPr="00B20233">
        <w:rPr>
          <w:b/>
          <w:lang w:eastAsia="en-US"/>
        </w:rPr>
        <w:t>Типы уроков:</w:t>
      </w:r>
    </w:p>
    <w:p w:rsidR="003F611C" w:rsidRPr="00546E61" w:rsidRDefault="003F611C" w:rsidP="00F068D3">
      <w:pPr>
        <w:numPr>
          <w:ilvl w:val="0"/>
          <w:numId w:val="7"/>
        </w:numPr>
        <w:spacing w:after="200"/>
        <w:rPr>
          <w:lang w:eastAsia="en-US"/>
        </w:rPr>
      </w:pPr>
      <w:r w:rsidRPr="00546E61">
        <w:rPr>
          <w:lang w:eastAsia="en-US"/>
        </w:rPr>
        <w:t>Урок изучения и первичного закрепления знаний – уипзз</w:t>
      </w:r>
    </w:p>
    <w:p w:rsidR="003F611C" w:rsidRPr="00546E61" w:rsidRDefault="003F611C" w:rsidP="00F068D3">
      <w:pPr>
        <w:numPr>
          <w:ilvl w:val="0"/>
          <w:numId w:val="7"/>
        </w:numPr>
        <w:spacing w:after="200"/>
        <w:rPr>
          <w:lang w:eastAsia="en-US"/>
        </w:rPr>
      </w:pPr>
      <w:r w:rsidRPr="00546E61">
        <w:rPr>
          <w:lang w:eastAsia="en-US"/>
        </w:rPr>
        <w:t>Урок закрепления новых знаний и выработка умений – узнзву</w:t>
      </w:r>
    </w:p>
    <w:p w:rsidR="003F611C" w:rsidRPr="00546E61" w:rsidRDefault="003F611C" w:rsidP="00F068D3">
      <w:pPr>
        <w:numPr>
          <w:ilvl w:val="0"/>
          <w:numId w:val="7"/>
        </w:numPr>
        <w:spacing w:after="200"/>
        <w:rPr>
          <w:lang w:eastAsia="en-US"/>
        </w:rPr>
      </w:pPr>
      <w:r w:rsidRPr="00546E61">
        <w:rPr>
          <w:lang w:eastAsia="en-US"/>
        </w:rPr>
        <w:t>Урок комплексного использования знаний – укиз</w:t>
      </w:r>
    </w:p>
    <w:p w:rsidR="003F611C" w:rsidRPr="00546E61" w:rsidRDefault="003F611C" w:rsidP="00F068D3">
      <w:pPr>
        <w:numPr>
          <w:ilvl w:val="0"/>
          <w:numId w:val="7"/>
        </w:numPr>
        <w:spacing w:after="200"/>
        <w:rPr>
          <w:lang w:eastAsia="en-US"/>
        </w:rPr>
      </w:pPr>
      <w:r w:rsidRPr="00546E61">
        <w:rPr>
          <w:lang w:eastAsia="en-US"/>
        </w:rPr>
        <w:t>Урок обобщения и систематизации знаний – уосз</w:t>
      </w:r>
    </w:p>
    <w:p w:rsidR="003F611C" w:rsidRDefault="003F611C" w:rsidP="00F068D3">
      <w:pPr>
        <w:numPr>
          <w:ilvl w:val="0"/>
          <w:numId w:val="7"/>
        </w:numPr>
        <w:spacing w:after="200"/>
        <w:rPr>
          <w:lang w:eastAsia="en-US"/>
        </w:rPr>
      </w:pPr>
      <w:r w:rsidRPr="00546E61">
        <w:rPr>
          <w:lang w:eastAsia="en-US"/>
        </w:rPr>
        <w:t>Урок проверки, оценки и контроля знаний – упокз</w:t>
      </w:r>
    </w:p>
    <w:p w:rsidR="003F611C" w:rsidRDefault="003F611C" w:rsidP="00C435D5">
      <w:pPr>
        <w:spacing w:after="200"/>
        <w:rPr>
          <w:lang w:eastAsia="en-US"/>
        </w:rPr>
      </w:pPr>
    </w:p>
    <w:p w:rsidR="003F611C" w:rsidRDefault="003F611C" w:rsidP="00C435D5">
      <w:pPr>
        <w:spacing w:after="200"/>
        <w:rPr>
          <w:lang w:eastAsia="en-US"/>
        </w:rPr>
      </w:pPr>
    </w:p>
    <w:p w:rsidR="003F611C" w:rsidRDefault="003F611C" w:rsidP="00C435D5">
      <w:pPr>
        <w:spacing w:after="200"/>
        <w:rPr>
          <w:lang w:eastAsia="en-US"/>
        </w:rPr>
      </w:pPr>
    </w:p>
    <w:p w:rsidR="003F611C" w:rsidRPr="00546E61" w:rsidRDefault="003F611C" w:rsidP="00C435D5">
      <w:pPr>
        <w:spacing w:after="200"/>
        <w:rPr>
          <w:lang w:eastAsia="en-US"/>
        </w:rPr>
      </w:pPr>
      <w:bookmarkStart w:id="0" w:name="_GoBack"/>
      <w:bookmarkEnd w:id="0"/>
    </w:p>
    <w:p w:rsidR="003F611C" w:rsidRDefault="003F611C" w:rsidP="00F068D3">
      <w:pPr>
        <w:spacing w:after="200"/>
        <w:jc w:val="center"/>
        <w:rPr>
          <w:b/>
        </w:rPr>
      </w:pPr>
      <w:r>
        <w:rPr>
          <w:b/>
        </w:rPr>
        <w:t>Список используемой литературы.</w:t>
      </w:r>
    </w:p>
    <w:p w:rsidR="003F611C" w:rsidRDefault="003F611C" w:rsidP="00F068D3">
      <w:pPr>
        <w:spacing w:after="200"/>
        <w:rPr>
          <w:i/>
        </w:rPr>
      </w:pPr>
      <w:r>
        <w:rPr>
          <w:i/>
        </w:rPr>
        <w:t>Для учителя:</w:t>
      </w:r>
    </w:p>
    <w:p w:rsidR="003F611C" w:rsidRPr="00DD14A7" w:rsidRDefault="003F611C" w:rsidP="0063084B">
      <w:pPr>
        <w:pStyle w:val="ListParagraph"/>
        <w:numPr>
          <w:ilvl w:val="0"/>
          <w:numId w:val="10"/>
        </w:numPr>
        <w:jc w:val="both"/>
      </w:pPr>
      <w:r w:rsidRPr="00DD14A7">
        <w:t>«Комплексная программа физического воспитания 1-11 классы» В.И.Лях, А.А.Зда</w:t>
      </w:r>
      <w:r>
        <w:t>невичю -  М.:«Просвещение», 2012</w:t>
      </w:r>
    </w:p>
    <w:p w:rsidR="003F611C" w:rsidRPr="00DD14A7" w:rsidRDefault="003F611C" w:rsidP="0063084B">
      <w:pPr>
        <w:pStyle w:val="ListParagraph"/>
        <w:numPr>
          <w:ilvl w:val="0"/>
          <w:numId w:val="10"/>
        </w:numPr>
        <w:jc w:val="both"/>
      </w:pPr>
      <w:r w:rsidRPr="00DD14A7">
        <w:t xml:space="preserve"> «Справочник учителя физической культуры» П.А.Киселев, С.Б.Киселева.</w:t>
      </w:r>
      <w:r>
        <w:t xml:space="preserve"> -  Волгоград: «Учитель», 2011</w:t>
      </w:r>
      <w:r w:rsidRPr="00DD14A7">
        <w:t>.</w:t>
      </w:r>
    </w:p>
    <w:p w:rsidR="003F611C" w:rsidRPr="00DD14A7" w:rsidRDefault="003F611C" w:rsidP="0063084B">
      <w:pPr>
        <w:pStyle w:val="ListParagraph"/>
        <w:numPr>
          <w:ilvl w:val="0"/>
          <w:numId w:val="10"/>
        </w:numPr>
        <w:jc w:val="both"/>
      </w:pPr>
      <w:r w:rsidRPr="00DD14A7">
        <w:t>«Двигательные игры, тренинги и уроки здоровья 1-5 классы». Н.И</w:t>
      </w:r>
      <w:r>
        <w:t>.Дереклеева. -  М.: «ВАКО», 2010</w:t>
      </w:r>
      <w:r w:rsidRPr="00DD14A7">
        <w:t>.</w:t>
      </w:r>
    </w:p>
    <w:p w:rsidR="003F611C" w:rsidRPr="00DD14A7" w:rsidRDefault="003F611C" w:rsidP="0063084B">
      <w:pPr>
        <w:pStyle w:val="ListParagraph"/>
        <w:numPr>
          <w:ilvl w:val="0"/>
          <w:numId w:val="10"/>
        </w:numPr>
        <w:jc w:val="both"/>
      </w:pPr>
      <w:r w:rsidRPr="00DD14A7">
        <w:t>«Подвижные игры 1-4 классы» А.</w:t>
      </w:r>
      <w:r>
        <w:t>Ю.Патрикеев. -  М.: «ВАКО», 2012</w:t>
      </w:r>
      <w:r w:rsidRPr="00DD14A7">
        <w:t>.</w:t>
      </w:r>
    </w:p>
    <w:p w:rsidR="003F611C" w:rsidRPr="00DD14A7" w:rsidRDefault="003F611C" w:rsidP="0063084B">
      <w:pPr>
        <w:pStyle w:val="ListParagraph"/>
        <w:numPr>
          <w:ilvl w:val="0"/>
          <w:numId w:val="10"/>
        </w:numPr>
        <w:jc w:val="both"/>
      </w:pPr>
      <w:r w:rsidRPr="00DD14A7">
        <w:t>«Зимние подвижные игры 1-4 классы» А.Ю.Патрикеев. -  М.: «ВАКО», 2009.</w:t>
      </w:r>
    </w:p>
    <w:p w:rsidR="003F611C" w:rsidRPr="00DD14A7" w:rsidRDefault="003F611C" w:rsidP="0063084B">
      <w:pPr>
        <w:pStyle w:val="ListParagraph"/>
        <w:numPr>
          <w:ilvl w:val="0"/>
          <w:numId w:val="10"/>
        </w:numPr>
        <w:jc w:val="both"/>
      </w:pPr>
      <w:r w:rsidRPr="00DD14A7">
        <w:t>«Дружить со спортом и игрой» Г.П.Попова. - Волгоград: «Учитель», 2008.</w:t>
      </w:r>
    </w:p>
    <w:p w:rsidR="003F611C" w:rsidRDefault="003F611C" w:rsidP="0063084B">
      <w:pPr>
        <w:pStyle w:val="ListParagraph"/>
        <w:numPr>
          <w:ilvl w:val="0"/>
          <w:numId w:val="10"/>
        </w:numPr>
        <w:jc w:val="both"/>
      </w:pPr>
      <w:r w:rsidRPr="00DD14A7">
        <w:t>«Физкультура в начальной школе» Г.П.Болонов. -  М.: «ТЦ Сфера», 2005.</w:t>
      </w:r>
    </w:p>
    <w:p w:rsidR="003F611C" w:rsidRDefault="003F611C" w:rsidP="0063084B">
      <w:pPr>
        <w:pStyle w:val="ListParagraph"/>
        <w:numPr>
          <w:ilvl w:val="0"/>
          <w:numId w:val="10"/>
        </w:numPr>
      </w:pPr>
      <w:r>
        <w:t>ФГОС начального общего образования.</w:t>
      </w:r>
    </w:p>
    <w:p w:rsidR="003F611C" w:rsidRPr="00DD14A7" w:rsidRDefault="003F611C" w:rsidP="0063084B">
      <w:pPr>
        <w:pStyle w:val="ListParagraph"/>
        <w:numPr>
          <w:ilvl w:val="0"/>
          <w:numId w:val="10"/>
        </w:numPr>
        <w:jc w:val="both"/>
      </w:pPr>
      <w:r>
        <w:t xml:space="preserve"> Примерные программы по предметам. Начальная школа. – М. Просвещение, 2013 .</w:t>
      </w:r>
    </w:p>
    <w:p w:rsidR="003F611C" w:rsidRDefault="003F611C" w:rsidP="0063084B">
      <w:pPr>
        <w:spacing w:after="200"/>
        <w:rPr>
          <w:i/>
        </w:rPr>
      </w:pPr>
      <w:r>
        <w:rPr>
          <w:i/>
        </w:rPr>
        <w:t>Для учащихся:</w:t>
      </w:r>
    </w:p>
    <w:p w:rsidR="003F611C" w:rsidRDefault="003F611C" w:rsidP="0063084B">
      <w:pPr>
        <w:pStyle w:val="ListParagraph"/>
        <w:numPr>
          <w:ilvl w:val="0"/>
          <w:numId w:val="9"/>
        </w:numPr>
        <w:spacing w:after="200"/>
      </w:pPr>
      <w:r w:rsidRPr="00DD14A7">
        <w:rPr>
          <w:lang w:eastAsia="en-US"/>
        </w:rPr>
        <w:t xml:space="preserve">Учебник Физическая культура. 1- 4 класс. </w:t>
      </w:r>
      <w:r w:rsidRPr="00B83A1F">
        <w:t xml:space="preserve"> В. И. Лях, А. А. Зданевич</w:t>
      </w:r>
      <w:r>
        <w:t>. – М.: Просвещение, 2013.</w:t>
      </w:r>
    </w:p>
    <w:p w:rsidR="003F611C" w:rsidRDefault="003F611C" w:rsidP="0063084B">
      <w:pPr>
        <w:spacing w:after="200" w:line="276" w:lineRule="auto"/>
        <w:jc w:val="center"/>
        <w:rPr>
          <w:b/>
        </w:rPr>
      </w:pPr>
      <w:r w:rsidRPr="00AE75D5">
        <w:rPr>
          <w:b/>
        </w:rPr>
        <w:t>Материально – техническое обеспечение.</w:t>
      </w:r>
    </w:p>
    <w:p w:rsidR="003F611C" w:rsidRDefault="003F611C" w:rsidP="00AE75D5">
      <w:pPr>
        <w:pStyle w:val="ListParagraph"/>
        <w:numPr>
          <w:ilvl w:val="0"/>
          <w:numId w:val="11"/>
        </w:numPr>
        <w:spacing w:after="200"/>
        <w:sectPr w:rsidR="003F611C" w:rsidSect="002868DD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3F611C" w:rsidRDefault="003F611C" w:rsidP="00AE75D5">
      <w:pPr>
        <w:pStyle w:val="ListParagraph"/>
        <w:numPr>
          <w:ilvl w:val="0"/>
          <w:numId w:val="11"/>
        </w:numPr>
        <w:spacing w:after="200"/>
      </w:pPr>
      <w:r>
        <w:t>Мячи: футбольные, баскетбольные, волейбольные, теннисные.</w:t>
      </w:r>
    </w:p>
    <w:p w:rsidR="003F611C" w:rsidRDefault="003F611C" w:rsidP="00AE75D5">
      <w:pPr>
        <w:pStyle w:val="ListParagraph"/>
        <w:numPr>
          <w:ilvl w:val="0"/>
          <w:numId w:val="11"/>
        </w:numPr>
        <w:spacing w:after="200"/>
      </w:pPr>
      <w:r>
        <w:t>Маты.</w:t>
      </w:r>
    </w:p>
    <w:p w:rsidR="003F611C" w:rsidRDefault="003F611C" w:rsidP="00AE75D5">
      <w:pPr>
        <w:pStyle w:val="ListParagraph"/>
        <w:numPr>
          <w:ilvl w:val="0"/>
          <w:numId w:val="11"/>
        </w:numPr>
        <w:spacing w:after="200"/>
      </w:pPr>
      <w:r>
        <w:t>Скакалки, обручи.</w:t>
      </w:r>
    </w:p>
    <w:p w:rsidR="003F611C" w:rsidRDefault="003F611C" w:rsidP="00AE75D5">
      <w:pPr>
        <w:pStyle w:val="ListParagraph"/>
        <w:numPr>
          <w:ilvl w:val="0"/>
          <w:numId w:val="11"/>
        </w:numPr>
        <w:spacing w:after="200"/>
      </w:pPr>
      <w:r>
        <w:t>Гимнастическая стенка, турники.</w:t>
      </w:r>
    </w:p>
    <w:p w:rsidR="003F611C" w:rsidRDefault="003F611C" w:rsidP="00AE75D5">
      <w:pPr>
        <w:pStyle w:val="ListParagraph"/>
        <w:numPr>
          <w:ilvl w:val="0"/>
          <w:numId w:val="11"/>
        </w:numPr>
        <w:spacing w:after="200"/>
      </w:pPr>
      <w:r>
        <w:t>Лыжи с палками, санки.</w:t>
      </w:r>
    </w:p>
    <w:p w:rsidR="003F611C" w:rsidRDefault="003F611C" w:rsidP="00AE75D5">
      <w:pPr>
        <w:pStyle w:val="ListParagraph"/>
        <w:numPr>
          <w:ilvl w:val="0"/>
          <w:numId w:val="11"/>
        </w:numPr>
        <w:spacing w:after="200"/>
      </w:pPr>
      <w:r>
        <w:t xml:space="preserve">Кегли. </w:t>
      </w:r>
    </w:p>
    <w:p w:rsidR="003F611C" w:rsidRDefault="003F611C" w:rsidP="00AE75D5">
      <w:pPr>
        <w:pStyle w:val="ListParagraph"/>
        <w:numPr>
          <w:ilvl w:val="0"/>
          <w:numId w:val="11"/>
        </w:numPr>
        <w:spacing w:after="200"/>
      </w:pPr>
      <w:r>
        <w:t xml:space="preserve">Гимнастическая скамейка, гимнастическое бревно. </w:t>
      </w:r>
    </w:p>
    <w:p w:rsidR="003F611C" w:rsidRPr="00AE75D5" w:rsidRDefault="003F611C" w:rsidP="00AE75D5">
      <w:pPr>
        <w:pStyle w:val="ListParagraph"/>
        <w:numPr>
          <w:ilvl w:val="0"/>
          <w:numId w:val="11"/>
        </w:numPr>
        <w:spacing w:after="200"/>
      </w:pPr>
      <w:r>
        <w:t xml:space="preserve">Гимнастический конь </w:t>
      </w:r>
    </w:p>
    <w:sectPr w:rsidR="003F611C" w:rsidRPr="00AE75D5" w:rsidSect="00F068D3">
      <w:type w:val="continuous"/>
      <w:pgSz w:w="16838" w:h="11906" w:orient="landscape"/>
      <w:pgMar w:top="993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2241"/>
    <w:multiLevelType w:val="hybridMultilevel"/>
    <w:tmpl w:val="4F780C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9661C"/>
    <w:multiLevelType w:val="hybridMultilevel"/>
    <w:tmpl w:val="F478671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3EE4C4B"/>
    <w:multiLevelType w:val="hybridMultilevel"/>
    <w:tmpl w:val="4C269AF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21428"/>
    <w:multiLevelType w:val="hybridMultilevel"/>
    <w:tmpl w:val="C994A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F4372D4"/>
    <w:multiLevelType w:val="hybridMultilevel"/>
    <w:tmpl w:val="1FFA3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4668A"/>
    <w:multiLevelType w:val="hybridMultilevel"/>
    <w:tmpl w:val="4F780C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0D7B08"/>
    <w:multiLevelType w:val="hybridMultilevel"/>
    <w:tmpl w:val="72A20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E16B8"/>
    <w:multiLevelType w:val="hybridMultilevel"/>
    <w:tmpl w:val="7F7427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D30E97"/>
    <w:multiLevelType w:val="hybridMultilevel"/>
    <w:tmpl w:val="D24E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140087"/>
    <w:multiLevelType w:val="hybridMultilevel"/>
    <w:tmpl w:val="E8F2443C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236531"/>
    <w:multiLevelType w:val="hybridMultilevel"/>
    <w:tmpl w:val="B7A0013C"/>
    <w:lvl w:ilvl="0" w:tplc="0419000F">
      <w:start w:val="1"/>
      <w:numFmt w:val="decimal"/>
      <w:lvlText w:val="%1."/>
      <w:lvlJc w:val="left"/>
      <w:pPr>
        <w:ind w:left="7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31" w:hanging="180"/>
      </w:pPr>
      <w:rPr>
        <w:rFonts w:cs="Times New Roman"/>
      </w:rPr>
    </w:lvl>
  </w:abstractNum>
  <w:abstractNum w:abstractNumId="11">
    <w:nsid w:val="766317ED"/>
    <w:multiLevelType w:val="hybridMultilevel"/>
    <w:tmpl w:val="73C26A4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8"/>
  </w:num>
  <w:num w:numId="11">
    <w:abstractNumId w:val="5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40D"/>
    <w:rsid w:val="00003ED0"/>
    <w:rsid w:val="000435AC"/>
    <w:rsid w:val="000876F8"/>
    <w:rsid w:val="000904C3"/>
    <w:rsid w:val="000F3607"/>
    <w:rsid w:val="000F6AF2"/>
    <w:rsid w:val="001A11F4"/>
    <w:rsid w:val="001D7ADD"/>
    <w:rsid w:val="001E024A"/>
    <w:rsid w:val="001E7DCF"/>
    <w:rsid w:val="00224459"/>
    <w:rsid w:val="00255EDD"/>
    <w:rsid w:val="002868DD"/>
    <w:rsid w:val="00295A78"/>
    <w:rsid w:val="002B5F03"/>
    <w:rsid w:val="00314286"/>
    <w:rsid w:val="003266CA"/>
    <w:rsid w:val="00334EC5"/>
    <w:rsid w:val="00341629"/>
    <w:rsid w:val="00343236"/>
    <w:rsid w:val="00377F1D"/>
    <w:rsid w:val="003C2708"/>
    <w:rsid w:val="003D185B"/>
    <w:rsid w:val="003E14FE"/>
    <w:rsid w:val="003F611C"/>
    <w:rsid w:val="00403C6D"/>
    <w:rsid w:val="00405781"/>
    <w:rsid w:val="00430999"/>
    <w:rsid w:val="00453E02"/>
    <w:rsid w:val="00486EF6"/>
    <w:rsid w:val="004D0035"/>
    <w:rsid w:val="004E1931"/>
    <w:rsid w:val="004F07F3"/>
    <w:rsid w:val="0054671B"/>
    <w:rsid w:val="00546E61"/>
    <w:rsid w:val="0058506E"/>
    <w:rsid w:val="005F7020"/>
    <w:rsid w:val="005F7D77"/>
    <w:rsid w:val="0063084B"/>
    <w:rsid w:val="006F57CE"/>
    <w:rsid w:val="00800EF6"/>
    <w:rsid w:val="00820CBF"/>
    <w:rsid w:val="00874400"/>
    <w:rsid w:val="008E440D"/>
    <w:rsid w:val="00902986"/>
    <w:rsid w:val="009756FD"/>
    <w:rsid w:val="009A6FBD"/>
    <w:rsid w:val="009D40DD"/>
    <w:rsid w:val="009D4284"/>
    <w:rsid w:val="009E3822"/>
    <w:rsid w:val="00A04085"/>
    <w:rsid w:val="00A3733C"/>
    <w:rsid w:val="00AE2F10"/>
    <w:rsid w:val="00AE75D5"/>
    <w:rsid w:val="00AF7140"/>
    <w:rsid w:val="00AF7C08"/>
    <w:rsid w:val="00B128F0"/>
    <w:rsid w:val="00B20233"/>
    <w:rsid w:val="00B83A1F"/>
    <w:rsid w:val="00B914E3"/>
    <w:rsid w:val="00BE6636"/>
    <w:rsid w:val="00C13464"/>
    <w:rsid w:val="00C325F9"/>
    <w:rsid w:val="00C35004"/>
    <w:rsid w:val="00C435D5"/>
    <w:rsid w:val="00C60798"/>
    <w:rsid w:val="00C70387"/>
    <w:rsid w:val="00CA6863"/>
    <w:rsid w:val="00D170DF"/>
    <w:rsid w:val="00D33217"/>
    <w:rsid w:val="00D41A8E"/>
    <w:rsid w:val="00D95276"/>
    <w:rsid w:val="00DD14A7"/>
    <w:rsid w:val="00E009CC"/>
    <w:rsid w:val="00E2634B"/>
    <w:rsid w:val="00E3538A"/>
    <w:rsid w:val="00E9201B"/>
    <w:rsid w:val="00EA5C34"/>
    <w:rsid w:val="00ED6C5E"/>
    <w:rsid w:val="00F068D3"/>
    <w:rsid w:val="00F27CEF"/>
    <w:rsid w:val="00F44CFB"/>
    <w:rsid w:val="00F50407"/>
    <w:rsid w:val="00FA5064"/>
    <w:rsid w:val="00FF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868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83A1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83A1F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rsid w:val="00C60798"/>
    <w:pPr>
      <w:jc w:val="both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60798"/>
    <w:rPr>
      <w:rFonts w:ascii="Times New Roman" w:hAnsi="Times New Roman" w:cs="Times New Roman"/>
      <w:sz w:val="24"/>
      <w:szCs w:val="24"/>
      <w:lang/>
    </w:rPr>
  </w:style>
  <w:style w:type="character" w:customStyle="1" w:styleId="FontStyle18">
    <w:name w:val="Font Style18"/>
    <w:uiPriority w:val="99"/>
    <w:rsid w:val="00C60798"/>
    <w:rPr>
      <w:rFonts w:ascii="Times New Roman" w:hAnsi="Times New Roman"/>
      <w:sz w:val="20"/>
    </w:rPr>
  </w:style>
  <w:style w:type="character" w:customStyle="1" w:styleId="FontStyle20">
    <w:name w:val="Font Style20"/>
    <w:uiPriority w:val="99"/>
    <w:rsid w:val="00C60798"/>
    <w:rPr>
      <w:rFonts w:ascii="Times New Roman" w:hAnsi="Times New Roman"/>
      <w:i/>
      <w:sz w:val="20"/>
    </w:rPr>
  </w:style>
  <w:style w:type="character" w:customStyle="1" w:styleId="FontStyle22">
    <w:name w:val="Font Style22"/>
    <w:uiPriority w:val="99"/>
    <w:rsid w:val="00C60798"/>
    <w:rPr>
      <w:rFonts w:ascii="Times New Roman" w:hAnsi="Times New Roman"/>
      <w:b/>
      <w:sz w:val="20"/>
    </w:rPr>
  </w:style>
  <w:style w:type="paragraph" w:customStyle="1" w:styleId="Style11">
    <w:name w:val="Style11"/>
    <w:basedOn w:val="Normal"/>
    <w:uiPriority w:val="99"/>
    <w:rsid w:val="00C60798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uiPriority w:val="99"/>
    <w:rsid w:val="00C60798"/>
    <w:rPr>
      <w:rFonts w:ascii="Times New Roman" w:hAnsi="Times New Roman"/>
      <w:b/>
      <w:sz w:val="18"/>
    </w:rPr>
  </w:style>
  <w:style w:type="character" w:customStyle="1" w:styleId="FontStyle24">
    <w:name w:val="Font Style24"/>
    <w:uiPriority w:val="99"/>
    <w:rsid w:val="00C60798"/>
    <w:rPr>
      <w:rFonts w:ascii="Times New Roman" w:hAnsi="Times New Roman"/>
      <w:sz w:val="18"/>
    </w:rPr>
  </w:style>
  <w:style w:type="table" w:customStyle="1" w:styleId="1">
    <w:name w:val="Сетка таблицы1"/>
    <w:uiPriority w:val="99"/>
    <w:rsid w:val="00C60798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5">
    <w:name w:val="Font Style65"/>
    <w:basedOn w:val="DefaultParagraphFont"/>
    <w:uiPriority w:val="99"/>
    <w:rsid w:val="00C60798"/>
    <w:rPr>
      <w:rFonts w:ascii="Times New Roman" w:hAnsi="Times New Roman" w:cs="Times New Roman"/>
      <w:sz w:val="12"/>
      <w:szCs w:val="12"/>
    </w:rPr>
  </w:style>
  <w:style w:type="character" w:customStyle="1" w:styleId="FontStyle58">
    <w:name w:val="Font Style58"/>
    <w:basedOn w:val="DefaultParagraphFont"/>
    <w:uiPriority w:val="99"/>
    <w:rsid w:val="00C60798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Normal"/>
    <w:uiPriority w:val="99"/>
    <w:rsid w:val="00C60798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9D4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284"/>
    <w:rPr>
      <w:rFonts w:ascii="Tahoma" w:hAnsi="Tahoma" w:cs="Tahoma"/>
      <w:sz w:val="16"/>
      <w:szCs w:val="16"/>
      <w:lang w:eastAsia="ru-RU"/>
    </w:rPr>
  </w:style>
  <w:style w:type="table" w:customStyle="1" w:styleId="2">
    <w:name w:val="Сетка таблицы2"/>
    <w:uiPriority w:val="99"/>
    <w:rsid w:val="00ED6C5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D6C5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rsid w:val="00ED6C5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6C5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ED6C5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D6C5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532</TotalTime>
  <Pages>27</Pages>
  <Words>6997</Words>
  <Characters>-32766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Резеда</cp:lastModifiedBy>
  <cp:revision>32</cp:revision>
  <cp:lastPrinted>2013-09-16T11:18:00Z</cp:lastPrinted>
  <dcterms:created xsi:type="dcterms:W3CDTF">2012-09-09T10:53:00Z</dcterms:created>
  <dcterms:modified xsi:type="dcterms:W3CDTF">2009-12-31T19:43:00Z</dcterms:modified>
</cp:coreProperties>
</file>